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C81DA" w14:textId="226A9556" w:rsidR="00B703F2" w:rsidRPr="003B19FB" w:rsidRDefault="009B0193" w:rsidP="00F376E5">
      <w:pPr>
        <w:pStyle w:val="Nam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Walter M Perez</w:t>
      </w:r>
    </w:p>
    <w:p w14:paraId="401E2CD6" w14:textId="77777777" w:rsidR="00F376E5" w:rsidRPr="003B19FB" w:rsidRDefault="00F376E5">
      <w:pPr>
        <w:rPr>
          <w:rFonts w:asciiTheme="minorHAnsi" w:hAnsiTheme="minorHAnsi" w:cstheme="min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0"/>
        <w:gridCol w:w="4500"/>
      </w:tblGrid>
      <w:tr w:rsidR="00F376E5" w:rsidRPr="003B19FB" w14:paraId="28FBC3C4" w14:textId="77777777" w:rsidTr="001C29E5">
        <w:tc>
          <w:tcPr>
            <w:tcW w:w="4428" w:type="dxa"/>
          </w:tcPr>
          <w:p w14:paraId="60AAE0C3" w14:textId="6DAD2EFF" w:rsidR="00F376E5" w:rsidRPr="003B19FB" w:rsidRDefault="00F376E5" w:rsidP="004725C4">
            <w:pPr>
              <w:widowControl w:val="0"/>
              <w:rPr>
                <w:rFonts w:asciiTheme="minorHAnsi" w:hAnsiTheme="minorHAnsi" w:cstheme="minorHAnsi"/>
              </w:rPr>
            </w:pPr>
            <w:r w:rsidRPr="003B19FB">
              <w:rPr>
                <w:rFonts w:asciiTheme="minorHAnsi" w:hAnsiTheme="minorHAnsi" w:cstheme="minorHAnsi"/>
              </w:rPr>
              <w:t>Phone: (</w:t>
            </w:r>
            <w:r w:rsidR="009B0193">
              <w:rPr>
                <w:rFonts w:asciiTheme="minorHAnsi" w:hAnsiTheme="minorHAnsi" w:cstheme="minorHAnsi"/>
              </w:rPr>
              <w:t>954</w:t>
            </w:r>
            <w:r w:rsidRPr="003B19FB">
              <w:rPr>
                <w:rFonts w:asciiTheme="minorHAnsi" w:hAnsiTheme="minorHAnsi" w:cstheme="minorHAnsi"/>
              </w:rPr>
              <w:t xml:space="preserve">) </w:t>
            </w:r>
            <w:r w:rsidR="009B0193">
              <w:rPr>
                <w:rFonts w:asciiTheme="minorHAnsi" w:hAnsiTheme="minorHAnsi" w:cstheme="minorHAnsi"/>
              </w:rPr>
              <w:t>907</w:t>
            </w:r>
            <w:r w:rsidRPr="003B19FB">
              <w:rPr>
                <w:rFonts w:asciiTheme="minorHAnsi" w:hAnsiTheme="minorHAnsi" w:cstheme="minorHAnsi"/>
              </w:rPr>
              <w:t>-</w:t>
            </w:r>
            <w:r w:rsidR="009B0193">
              <w:rPr>
                <w:rFonts w:asciiTheme="minorHAnsi" w:hAnsiTheme="minorHAnsi" w:cstheme="minorHAnsi"/>
              </w:rPr>
              <w:t>5033</w:t>
            </w:r>
          </w:p>
          <w:p w14:paraId="167D7C92" w14:textId="3BDD0172" w:rsidR="00F376E5" w:rsidRPr="003B19FB" w:rsidRDefault="000C43B9" w:rsidP="004725C4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waltmperez</w:t>
            </w:r>
            <w:r w:rsidR="00F376E5" w:rsidRPr="003B19FB">
              <w:rPr>
                <w:rFonts w:asciiTheme="minorHAnsi" w:hAnsiTheme="minorHAnsi" w:cstheme="minorHAnsi"/>
              </w:rPr>
              <w:t>@</w:t>
            </w:r>
            <w:r>
              <w:rPr>
                <w:rFonts w:asciiTheme="minorHAnsi" w:hAnsiTheme="minorHAnsi" w:cstheme="minorHAnsi"/>
              </w:rPr>
              <w:t>gmail.com</w:t>
            </w:r>
          </w:p>
        </w:tc>
        <w:tc>
          <w:tcPr>
            <w:tcW w:w="4428" w:type="dxa"/>
          </w:tcPr>
          <w:p w14:paraId="6720BDCF" w14:textId="309B159B" w:rsidR="00F376E5" w:rsidRPr="003B19FB" w:rsidRDefault="009B0193" w:rsidP="004725C4">
            <w:pPr>
              <w:widowControl w:val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3561 NW 113</w:t>
            </w:r>
            <w:r w:rsidRPr="009B0193">
              <w:rPr>
                <w:rFonts w:asciiTheme="minorHAnsi" w:hAnsiTheme="minorHAnsi" w:cstheme="minorHAnsi"/>
                <w:vertAlign w:val="superscript"/>
              </w:rPr>
              <w:t>th</w:t>
            </w:r>
            <w:r>
              <w:rPr>
                <w:rFonts w:asciiTheme="minorHAnsi" w:hAnsiTheme="minorHAnsi" w:cstheme="minorHAnsi"/>
              </w:rPr>
              <w:t xml:space="preserve"> Terr</w:t>
            </w:r>
          </w:p>
          <w:p w14:paraId="6E1EA70E" w14:textId="03582E66" w:rsidR="00F376E5" w:rsidRPr="003B19FB" w:rsidRDefault="000C43B9" w:rsidP="004725C4">
            <w:pPr>
              <w:widowControl w:val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Sunrise</w:t>
            </w:r>
            <w:r w:rsidR="00F376E5" w:rsidRPr="003B19FB">
              <w:rPr>
                <w:rFonts w:asciiTheme="minorHAnsi" w:hAnsiTheme="minorHAnsi" w:cstheme="minorHAnsi"/>
              </w:rPr>
              <w:t xml:space="preserve">, </w:t>
            </w:r>
            <w:r w:rsidR="009B0193">
              <w:rPr>
                <w:rFonts w:asciiTheme="minorHAnsi" w:hAnsiTheme="minorHAnsi" w:cstheme="minorHAnsi"/>
              </w:rPr>
              <w:t>FL</w:t>
            </w:r>
            <w:r w:rsidR="00F376E5" w:rsidRPr="003B19FB">
              <w:rPr>
                <w:rFonts w:asciiTheme="minorHAnsi" w:hAnsiTheme="minorHAnsi" w:cstheme="minorHAnsi"/>
              </w:rPr>
              <w:t xml:space="preserve">  </w:t>
            </w:r>
            <w:r w:rsidR="009B0193">
              <w:rPr>
                <w:rFonts w:asciiTheme="minorHAnsi" w:hAnsiTheme="minorHAnsi" w:cstheme="minorHAnsi"/>
              </w:rPr>
              <w:t>33323</w:t>
            </w:r>
          </w:p>
        </w:tc>
      </w:tr>
    </w:tbl>
    <w:p w14:paraId="5D91FD75" w14:textId="77777777" w:rsidR="00F376E5" w:rsidRPr="003B19FB" w:rsidRDefault="00F376E5">
      <w:pPr>
        <w:rPr>
          <w:rFonts w:asciiTheme="minorHAnsi" w:hAnsiTheme="minorHAnsi" w:cstheme="minorHAnsi"/>
        </w:rPr>
      </w:pPr>
    </w:p>
    <w:p w14:paraId="7E59AF9F" w14:textId="77777777" w:rsidR="00A90527" w:rsidRPr="003B19FB" w:rsidRDefault="00A90527" w:rsidP="00A90527">
      <w:pPr>
        <w:rPr>
          <w:rFonts w:asciiTheme="minorHAnsi" w:hAnsiTheme="minorHAnsi" w:cstheme="minorHAnsi"/>
        </w:rPr>
      </w:pPr>
    </w:p>
    <w:p w14:paraId="38B3193B" w14:textId="77777777" w:rsidR="009B0193" w:rsidRDefault="009B0193" w:rsidP="009B0193">
      <w:pPr>
        <w:pStyle w:val="Heading1"/>
        <w:rPr>
          <w:rFonts w:asciiTheme="minorHAnsi" w:hAnsiTheme="minorHAnsi" w:cstheme="minorHAnsi"/>
        </w:rPr>
      </w:pPr>
    </w:p>
    <w:p w14:paraId="49DBB94F" w14:textId="34AB99E4" w:rsidR="009B0193" w:rsidRDefault="009B0193" w:rsidP="009B0193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Objective</w:t>
      </w:r>
    </w:p>
    <w:p w14:paraId="363B8D28" w14:textId="67CA548D" w:rsidR="009B0193" w:rsidRPr="009B0193" w:rsidRDefault="009B0193" w:rsidP="009B0193">
      <w:r>
        <w:t xml:space="preserve">To pursue an aviation ground Job in which I can provide over 50 years of </w:t>
      </w:r>
      <w:r w:rsidR="00E35DD5">
        <w:t>experience.</w:t>
      </w:r>
    </w:p>
    <w:p w14:paraId="65B6AB30" w14:textId="77777777" w:rsidR="009B0193" w:rsidRDefault="009B0193" w:rsidP="00A90527">
      <w:pPr>
        <w:pStyle w:val="Heading1"/>
        <w:rPr>
          <w:rFonts w:asciiTheme="minorHAnsi" w:hAnsiTheme="minorHAnsi" w:cstheme="minorHAnsi"/>
        </w:rPr>
      </w:pPr>
    </w:p>
    <w:p w14:paraId="51B37187" w14:textId="25D7DFEF" w:rsidR="00A90527" w:rsidRPr="003B19FB" w:rsidRDefault="00251FA2" w:rsidP="00A90527">
      <w:pPr>
        <w:pStyle w:val="Heading1"/>
        <w:rPr>
          <w:rFonts w:asciiTheme="minorHAnsi" w:hAnsiTheme="minorHAnsi" w:cstheme="minorHAnsi"/>
        </w:rPr>
      </w:pPr>
      <w:r w:rsidRPr="003B19FB">
        <w:rPr>
          <w:rFonts w:asciiTheme="minorHAnsi" w:hAnsiTheme="minorHAnsi" w:cstheme="minorHAnsi"/>
        </w:rPr>
        <w:t>Education</w:t>
      </w:r>
    </w:p>
    <w:p w14:paraId="6C17312A" w14:textId="77777777" w:rsidR="00A90527" w:rsidRPr="003B19FB" w:rsidRDefault="00A90527" w:rsidP="00A90527">
      <w:pPr>
        <w:rPr>
          <w:rFonts w:asciiTheme="minorHAnsi" w:hAnsiTheme="minorHAnsi" w:cstheme="minorHAnsi"/>
        </w:rPr>
      </w:pPr>
    </w:p>
    <w:p w14:paraId="47A3C4B0" w14:textId="5B73A254" w:rsidR="00A90527" w:rsidRDefault="009B0193" w:rsidP="00A9052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KLM </w:t>
      </w:r>
      <w:r>
        <w:rPr>
          <w:rFonts w:asciiTheme="minorHAnsi" w:hAnsiTheme="minorHAnsi" w:cstheme="minorHAnsi"/>
          <w:bCs/>
        </w:rPr>
        <w:t>training school Stewart cabin Att.</w:t>
      </w:r>
    </w:p>
    <w:p w14:paraId="7E274901" w14:textId="7080F8D0" w:rsidR="009B0193" w:rsidRDefault="009B0193" w:rsidP="00A9052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A/S Mechanic and Flight Safety UCV</w:t>
      </w:r>
    </w:p>
    <w:p w14:paraId="1ED6274B" w14:textId="166C866F" w:rsidR="009B0193" w:rsidRDefault="009B0193" w:rsidP="00A9052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Pilot certificate. </w:t>
      </w:r>
      <w:r w:rsidR="00585BE0">
        <w:rPr>
          <w:rFonts w:asciiTheme="minorHAnsi" w:hAnsiTheme="minorHAnsi" w:cstheme="minorHAnsi"/>
          <w:bCs/>
        </w:rPr>
        <w:t>Burnside</w:t>
      </w:r>
      <w:r>
        <w:rPr>
          <w:rFonts w:asciiTheme="minorHAnsi" w:hAnsiTheme="minorHAnsi" w:cstheme="minorHAnsi"/>
          <w:bCs/>
        </w:rPr>
        <w:t xml:space="preserve"> Ott Aviation</w:t>
      </w:r>
    </w:p>
    <w:p w14:paraId="7E2CDB82" w14:textId="57BA51FC" w:rsidR="009B0193" w:rsidRDefault="009B0193" w:rsidP="00A9052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Heavy Jets, </w:t>
      </w:r>
      <w:r>
        <w:rPr>
          <w:rFonts w:asciiTheme="minorHAnsi" w:hAnsiTheme="minorHAnsi" w:cstheme="minorHAnsi"/>
          <w:b/>
        </w:rPr>
        <w:t>KLM</w:t>
      </w:r>
      <w:r>
        <w:rPr>
          <w:rFonts w:asciiTheme="minorHAnsi" w:hAnsiTheme="minorHAnsi" w:cstheme="minorHAnsi"/>
          <w:bCs/>
        </w:rPr>
        <w:t xml:space="preserve"> </w:t>
      </w:r>
      <w:r w:rsidR="00E35DD5">
        <w:rPr>
          <w:rFonts w:asciiTheme="minorHAnsi" w:hAnsiTheme="minorHAnsi" w:cstheme="minorHAnsi"/>
          <w:bCs/>
        </w:rPr>
        <w:t>Training</w:t>
      </w:r>
      <w:r>
        <w:rPr>
          <w:rFonts w:asciiTheme="minorHAnsi" w:hAnsiTheme="minorHAnsi" w:cstheme="minorHAnsi"/>
          <w:bCs/>
        </w:rPr>
        <w:t xml:space="preserve">, </w:t>
      </w:r>
      <w:r w:rsidR="00E35DD5">
        <w:rPr>
          <w:rFonts w:asciiTheme="minorHAnsi" w:hAnsiTheme="minorHAnsi" w:cstheme="minorHAnsi"/>
          <w:bCs/>
        </w:rPr>
        <w:t>Amsterdam</w:t>
      </w:r>
      <w:r>
        <w:rPr>
          <w:rFonts w:asciiTheme="minorHAnsi" w:hAnsiTheme="minorHAnsi" w:cstheme="minorHAnsi"/>
          <w:bCs/>
        </w:rPr>
        <w:t xml:space="preserve"> (F/E)</w:t>
      </w:r>
      <w:r w:rsidR="00585BE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(F/O)</w:t>
      </w:r>
      <w:r w:rsidR="00585BE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B74</w:t>
      </w:r>
      <w:r w:rsidR="00585BE0">
        <w:rPr>
          <w:rFonts w:asciiTheme="minorHAnsi" w:hAnsiTheme="minorHAnsi" w:cstheme="minorHAnsi"/>
          <w:bCs/>
        </w:rPr>
        <w:t>7</w:t>
      </w:r>
      <w:r>
        <w:rPr>
          <w:rFonts w:asciiTheme="minorHAnsi" w:hAnsiTheme="minorHAnsi" w:cstheme="minorHAnsi"/>
          <w:bCs/>
        </w:rPr>
        <w:t>,</w:t>
      </w:r>
      <w:r w:rsidR="00585BE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DC-8,</w:t>
      </w:r>
      <w:r w:rsidR="00585BE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DC-10</w:t>
      </w:r>
    </w:p>
    <w:p w14:paraId="0E88D7F5" w14:textId="4E3C4F9D" w:rsidR="00E35DD5" w:rsidRDefault="00E35DD5" w:rsidP="00A90527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Heavy Jets, </w:t>
      </w:r>
      <w:r>
        <w:rPr>
          <w:rFonts w:asciiTheme="minorHAnsi" w:hAnsiTheme="minorHAnsi" w:cstheme="minorHAnsi"/>
          <w:b/>
        </w:rPr>
        <w:t>Pan Am</w:t>
      </w:r>
      <w:r>
        <w:rPr>
          <w:rFonts w:asciiTheme="minorHAnsi" w:hAnsiTheme="minorHAnsi" w:cstheme="minorHAnsi"/>
          <w:bCs/>
        </w:rPr>
        <w:t xml:space="preserve"> Academy, A300(SIC), B747-2(PIC), DC-8(PIC)</w:t>
      </w:r>
    </w:p>
    <w:p w14:paraId="7AC722DB" w14:textId="4A2317E7" w:rsidR="00E35DD5" w:rsidRPr="00E35DD5" w:rsidRDefault="00E35DD5" w:rsidP="00A90527">
      <w:pPr>
        <w:rPr>
          <w:rFonts w:asciiTheme="minorHAnsi" w:hAnsiTheme="minorHAnsi" w:cstheme="minorHAnsi"/>
          <w:bCs/>
        </w:rPr>
      </w:pPr>
      <w:r w:rsidRPr="00E35DD5">
        <w:rPr>
          <w:rFonts w:asciiTheme="minorHAnsi" w:hAnsiTheme="minorHAnsi" w:cstheme="minorHAnsi"/>
          <w:bCs/>
        </w:rPr>
        <w:t xml:space="preserve">Corporate: CAE </w:t>
      </w:r>
      <w:r w:rsidR="00524BFA" w:rsidRPr="00E35DD5">
        <w:rPr>
          <w:rFonts w:asciiTheme="minorHAnsi" w:hAnsiTheme="minorHAnsi" w:cstheme="minorHAnsi"/>
          <w:bCs/>
        </w:rPr>
        <w:t>Bombardier</w:t>
      </w:r>
      <w:r w:rsidRPr="00E35DD5">
        <w:rPr>
          <w:rFonts w:asciiTheme="minorHAnsi" w:hAnsiTheme="minorHAnsi" w:cstheme="minorHAnsi"/>
          <w:bCs/>
        </w:rPr>
        <w:t xml:space="preserve"> IA-JET, CL-604, CE-560XL, Flig</w:t>
      </w:r>
      <w:r>
        <w:rPr>
          <w:rFonts w:asciiTheme="minorHAnsi" w:hAnsiTheme="minorHAnsi" w:cstheme="minorHAnsi"/>
          <w:bCs/>
        </w:rPr>
        <w:t>ht Safety CE-500, BE-400, MU-300, G</w:t>
      </w:r>
      <w:r w:rsidR="00295186">
        <w:rPr>
          <w:rFonts w:asciiTheme="minorHAnsi" w:hAnsiTheme="minorHAnsi" w:cstheme="minorHAnsi"/>
          <w:bCs/>
        </w:rPr>
        <w:t>-200, G-V, CL-65</w:t>
      </w:r>
    </w:p>
    <w:p w14:paraId="49846936" w14:textId="77777777" w:rsidR="00A90527" w:rsidRPr="003B19FB" w:rsidRDefault="00A90527" w:rsidP="00A90527">
      <w:pPr>
        <w:rPr>
          <w:rFonts w:asciiTheme="minorHAnsi" w:hAnsiTheme="minorHAnsi" w:cstheme="minorHAnsi"/>
        </w:rPr>
      </w:pPr>
    </w:p>
    <w:p w14:paraId="77C527FD" w14:textId="3720B07C" w:rsidR="00251FA2" w:rsidRPr="003B19FB" w:rsidRDefault="007057FD" w:rsidP="00251FA2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licenses and ratings</w:t>
      </w:r>
    </w:p>
    <w:p w14:paraId="37CF5A27" w14:textId="77777777" w:rsidR="00A90527" w:rsidRPr="003B19FB" w:rsidRDefault="00A90527" w:rsidP="00A90527">
      <w:pPr>
        <w:rPr>
          <w:rFonts w:asciiTheme="minorHAnsi" w:hAnsiTheme="minorHAnsi" w:cstheme="minorHAnsi"/>
        </w:rPr>
      </w:pPr>
    </w:p>
    <w:p w14:paraId="277B3C87" w14:textId="2C6AD6DE" w:rsidR="00251FA2" w:rsidRDefault="007057FD" w:rsidP="00A905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B747 / 625hrs SIC &amp; F/E</w:t>
      </w:r>
    </w:p>
    <w:p w14:paraId="19C1DE5D" w14:textId="72F13A11" w:rsidR="007057FD" w:rsidRDefault="007057FD" w:rsidP="00A905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A300B4 / 3000 </w:t>
      </w:r>
      <w:r w:rsidR="00585BE0">
        <w:rPr>
          <w:rFonts w:asciiTheme="minorHAnsi" w:hAnsiTheme="minorHAnsi" w:cstheme="minorHAnsi"/>
        </w:rPr>
        <w:t>hrs.</w:t>
      </w:r>
      <w:r>
        <w:rPr>
          <w:rFonts w:asciiTheme="minorHAnsi" w:hAnsiTheme="minorHAnsi" w:cstheme="minorHAnsi"/>
        </w:rPr>
        <w:t xml:space="preserve"> SIC</w:t>
      </w:r>
    </w:p>
    <w:p w14:paraId="6FA518FD" w14:textId="0D0D4A42" w:rsidR="007057FD" w:rsidRDefault="007057FD" w:rsidP="00A905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DC-10 / 2200hrs F/E &amp; SIC</w:t>
      </w:r>
    </w:p>
    <w:p w14:paraId="51E67C86" w14:textId="44EE171F" w:rsidR="007057FD" w:rsidRDefault="007057FD" w:rsidP="00A9052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DC-8’63/62/55/53&gt; PAX &amp; Freight / 8300 </w:t>
      </w:r>
      <w:r w:rsidR="00585BE0">
        <w:rPr>
          <w:rFonts w:asciiTheme="minorHAnsi" w:hAnsiTheme="minorHAnsi" w:cstheme="minorHAnsi"/>
        </w:rPr>
        <w:t>hrs.</w:t>
      </w:r>
      <w:r>
        <w:rPr>
          <w:rFonts w:asciiTheme="minorHAnsi" w:hAnsiTheme="minorHAnsi" w:cstheme="minorHAnsi"/>
        </w:rPr>
        <w:t xml:space="preserve"> CAPT/SIC &amp; FE</w:t>
      </w:r>
    </w:p>
    <w:p w14:paraId="3559C6A0" w14:textId="7E6A348B" w:rsidR="007057FD" w:rsidRDefault="005370F3" w:rsidP="00A90527">
      <w:pPr>
        <w:rPr>
          <w:rFonts w:asciiTheme="minorHAnsi" w:hAnsiTheme="minorHAnsi" w:cstheme="minorHAnsi"/>
          <w:lang w:val="es-VE"/>
        </w:rPr>
      </w:pPr>
      <w:r w:rsidRPr="005370F3">
        <w:rPr>
          <w:rFonts w:asciiTheme="minorHAnsi" w:hAnsiTheme="minorHAnsi" w:cstheme="minorHAnsi"/>
          <w:lang w:val="es-VE"/>
        </w:rPr>
        <w:t>Turbopro / Caravan / C-208 / 1500 hrs C</w:t>
      </w:r>
      <w:r>
        <w:rPr>
          <w:rFonts w:asciiTheme="minorHAnsi" w:hAnsiTheme="minorHAnsi" w:cstheme="minorHAnsi"/>
          <w:lang w:val="es-VE"/>
        </w:rPr>
        <w:t>APT</w:t>
      </w:r>
    </w:p>
    <w:p w14:paraId="4B6EB540" w14:textId="2ABC6D60" w:rsidR="00293F0C" w:rsidRDefault="00293F0C" w:rsidP="00A90527">
      <w:pPr>
        <w:rPr>
          <w:rFonts w:asciiTheme="minorHAnsi" w:hAnsiTheme="minorHAnsi" w:cstheme="minorHAnsi"/>
        </w:rPr>
      </w:pPr>
      <w:r w:rsidRPr="00293F0C">
        <w:rPr>
          <w:rFonts w:asciiTheme="minorHAnsi" w:hAnsiTheme="minorHAnsi" w:cstheme="minorHAnsi"/>
        </w:rPr>
        <w:t>PistonSE &amp; ME 3200h</w:t>
      </w:r>
      <w:r>
        <w:rPr>
          <w:rFonts w:asciiTheme="minorHAnsi" w:hAnsiTheme="minorHAnsi" w:cstheme="minorHAnsi"/>
        </w:rPr>
        <w:t>rs</w:t>
      </w:r>
    </w:p>
    <w:p w14:paraId="19BCD711" w14:textId="77777777" w:rsidR="00293F0C" w:rsidRPr="00293F0C" w:rsidRDefault="00293F0C" w:rsidP="00A90527">
      <w:pPr>
        <w:rPr>
          <w:rFonts w:asciiTheme="minorHAnsi" w:hAnsiTheme="minorHAnsi" w:cstheme="minorHAnsi"/>
        </w:rPr>
      </w:pPr>
    </w:p>
    <w:p w14:paraId="07E9AC31" w14:textId="77777777" w:rsidR="007057FD" w:rsidRPr="003B19FB" w:rsidRDefault="007057FD" w:rsidP="007057FD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Employment Information</w:t>
      </w:r>
    </w:p>
    <w:p w14:paraId="3C5CE697" w14:textId="77777777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  <w:b/>
        </w:rPr>
      </w:pPr>
    </w:p>
    <w:p w14:paraId="4E498642" w14:textId="017F5751" w:rsidR="00524BFA" w:rsidRDefault="00524BFA" w:rsidP="00C7161D">
      <w:pPr>
        <w:tabs>
          <w:tab w:val="right" w:pos="864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Self Employed / Freelance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Cs/>
        </w:rPr>
        <w:t>Oct 202</w:t>
      </w:r>
      <w:r w:rsidR="00025ACE">
        <w:rPr>
          <w:rFonts w:asciiTheme="minorHAnsi" w:hAnsiTheme="minorHAnsi" w:cstheme="minorHAnsi"/>
          <w:bCs/>
        </w:rPr>
        <w:t>0</w:t>
      </w:r>
      <w:r>
        <w:rPr>
          <w:rFonts w:asciiTheme="minorHAnsi" w:hAnsiTheme="minorHAnsi" w:cstheme="minorHAnsi"/>
          <w:bCs/>
        </w:rPr>
        <w:t>- Present</w:t>
      </w:r>
    </w:p>
    <w:p w14:paraId="55FF5EC7" w14:textId="3D103D60" w:rsidR="00025ACE" w:rsidRPr="00524BFA" w:rsidRDefault="00025ACE" w:rsidP="00C7161D">
      <w:pPr>
        <w:tabs>
          <w:tab w:val="right" w:pos="8640"/>
        </w:tabs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Brian’s group Sea Note</w:t>
      </w:r>
    </w:p>
    <w:p w14:paraId="691E49E4" w14:textId="3F58D754" w:rsidR="00A90527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Pan Am Academy</w:t>
      </w:r>
      <w:r w:rsidR="00C7161D" w:rsidRPr="003B19F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Jan</w:t>
      </w:r>
      <w:r w:rsidR="00C7161D" w:rsidRPr="003B19F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2014 - Dec</w:t>
      </w:r>
      <w:r w:rsidR="00C7161D" w:rsidRPr="003B19F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2020</w:t>
      </w:r>
    </w:p>
    <w:p w14:paraId="11D7AE5D" w14:textId="3AC58981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Instructor</w:t>
      </w:r>
    </w:p>
    <w:p w14:paraId="4738DA4D" w14:textId="2D819290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Ground School &amp; Sim Instructor</w:t>
      </w:r>
    </w:p>
    <w:p w14:paraId="5EE0717C" w14:textId="72DE3F00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Aitheras Aviation Group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</w:rPr>
        <w:t>Oct 2016 – Oct 2019</w:t>
      </w:r>
      <w:r>
        <w:rPr>
          <w:rFonts w:asciiTheme="minorHAnsi" w:hAnsiTheme="minorHAnsi" w:cstheme="minorHAnsi"/>
          <w:b/>
          <w:bCs/>
        </w:rPr>
        <w:t xml:space="preserve">  </w:t>
      </w:r>
    </w:p>
    <w:p w14:paraId="5323DBB5" w14:textId="06DFE80E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</w:t>
      </w:r>
    </w:p>
    <w:p w14:paraId="56D61A68" w14:textId="48C89DCF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LSenergia INC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</w:rPr>
        <w:t>May 2009 – Oct 2022</w:t>
      </w:r>
    </w:p>
    <w:p w14:paraId="535AFB85" w14:textId="29CB447E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</w:t>
      </w:r>
    </w:p>
    <w:p w14:paraId="760F5011" w14:textId="6593FDA6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PIC CE-560XL, SIC BE-400, SIC CE-550, SIC CL-604, SIC G-200, SIC G-V</w:t>
      </w:r>
    </w:p>
    <w:p w14:paraId="7976BEDD" w14:textId="359B808F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Tradewinds Airlines</w:t>
      </w:r>
      <w:r>
        <w:rPr>
          <w:rFonts w:asciiTheme="minorHAnsi" w:hAnsiTheme="minorHAnsi" w:cstheme="minorHAnsi"/>
        </w:rPr>
        <w:tab/>
        <w:t>Jan 2008 – Jun 2008</w:t>
      </w:r>
    </w:p>
    <w:p w14:paraId="299FBA4E" w14:textId="39AF4944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</w:t>
      </w:r>
    </w:p>
    <w:p w14:paraId="149A7864" w14:textId="17B86881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F/O A300B4 Base </w:t>
      </w:r>
      <w:r w:rsidR="00585BE0">
        <w:rPr>
          <w:rFonts w:asciiTheme="minorHAnsi" w:hAnsiTheme="minorHAnsi" w:cstheme="minorHAnsi"/>
        </w:rPr>
        <w:t>Taipei</w:t>
      </w:r>
      <w:r>
        <w:rPr>
          <w:rFonts w:asciiTheme="minorHAnsi" w:hAnsiTheme="minorHAnsi" w:cstheme="minorHAnsi"/>
        </w:rPr>
        <w:t xml:space="preserve"> for Macau Cargo / Far Part 121. Company Closed</w:t>
      </w:r>
    </w:p>
    <w:p w14:paraId="32AC61D2" w14:textId="4D3F9515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Kuzu Airlines</w:t>
      </w:r>
      <w:r>
        <w:rPr>
          <w:rFonts w:asciiTheme="minorHAnsi" w:hAnsiTheme="minorHAnsi" w:cstheme="minorHAnsi"/>
        </w:rPr>
        <w:tab/>
        <w:t>Dec 2006 – Dec 2007</w:t>
      </w:r>
    </w:p>
    <w:p w14:paraId="1B472D95" w14:textId="41AE0EFF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Pilot</w:t>
      </w:r>
    </w:p>
    <w:p w14:paraId="4D8214CB" w14:textId="60F68599" w:rsidR="00293F0C" w:rsidRDefault="00293F0C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F/O A300B4 Flying Cargo for Air Macau based in China</w:t>
      </w:r>
    </w:p>
    <w:p w14:paraId="6C702DA0" w14:textId="2F21B28C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Express Net Airlines</w:t>
      </w:r>
      <w:r>
        <w:rPr>
          <w:rFonts w:asciiTheme="minorHAnsi" w:hAnsiTheme="minorHAnsi" w:cstheme="minorHAnsi"/>
        </w:rPr>
        <w:tab/>
        <w:t>Sep 2001 – Oct 2006</w:t>
      </w:r>
    </w:p>
    <w:p w14:paraId="3ACB624D" w14:textId="01A22967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</w:t>
      </w:r>
    </w:p>
    <w:p w14:paraId="451B1681" w14:textId="3B395B07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 w:rsidRPr="007655A2">
        <w:rPr>
          <w:rFonts w:asciiTheme="minorHAnsi" w:hAnsiTheme="minorHAnsi" w:cstheme="minorHAnsi"/>
        </w:rPr>
        <w:t xml:space="preserve">F/O A300B4 Far </w:t>
      </w:r>
      <w:r w:rsidR="000C43B9" w:rsidRPr="007655A2">
        <w:rPr>
          <w:rFonts w:asciiTheme="minorHAnsi" w:hAnsiTheme="minorHAnsi" w:cstheme="minorHAnsi"/>
        </w:rPr>
        <w:t>Part</w:t>
      </w:r>
      <w:r w:rsidRPr="007655A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121. Domestic &amp; Overseas </w:t>
      </w:r>
    </w:p>
    <w:p w14:paraId="3B4FF790" w14:textId="77777777" w:rsidR="00DE38FE" w:rsidRDefault="007655A2" w:rsidP="00C7161D">
      <w:pPr>
        <w:tabs>
          <w:tab w:val="right" w:pos="8640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Fine Air / Arrow Air</w:t>
      </w:r>
    </w:p>
    <w:p w14:paraId="35545A95" w14:textId="4300181C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 1991 – Aug 2001PilotDC-8 54/55/62/63F CAPT &amp;F/O Domestic &amp; International</w:t>
      </w:r>
    </w:p>
    <w:p w14:paraId="4E66CB1B" w14:textId="588ABC79" w:rsidR="00913D42" w:rsidRPr="00913D42" w:rsidRDefault="00913D4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Atlas Air</w:t>
      </w:r>
    </w:p>
    <w:p w14:paraId="02B9861C" w14:textId="13A35E5B" w:rsidR="00DE38FE" w:rsidRDefault="00DE38FE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                                                                                                     April 2000—SEP 2001</w:t>
      </w:r>
    </w:p>
    <w:p w14:paraId="7D67903D" w14:textId="3F193987" w:rsidR="00DE38FE" w:rsidRDefault="00DE38FE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F/O B-747</w:t>
      </w:r>
    </w:p>
    <w:p w14:paraId="46179501" w14:textId="0A8F70EE" w:rsidR="007655A2" w:rsidRP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Viasa Airlines</w:t>
      </w:r>
      <w:r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</w:rPr>
        <w:t>Aug 1974 – May 1986</w:t>
      </w:r>
    </w:p>
    <w:p w14:paraId="6030E780" w14:textId="3BEC034C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Pilot</w:t>
      </w:r>
    </w:p>
    <w:p w14:paraId="68475439" w14:textId="77B68291" w:rsidR="007655A2" w:rsidRDefault="007655A2" w:rsidP="00C7161D">
      <w:pPr>
        <w:tabs>
          <w:tab w:val="right" w:pos="8640"/>
        </w:tabs>
        <w:rPr>
          <w:rFonts w:asciiTheme="minorHAnsi" w:hAnsiTheme="minorHAnsi" w:cstheme="minorHAnsi"/>
          <w:lang w:val="es-VE"/>
        </w:rPr>
      </w:pPr>
      <w:r w:rsidRPr="007655A2">
        <w:rPr>
          <w:rFonts w:asciiTheme="minorHAnsi" w:hAnsiTheme="minorHAnsi" w:cstheme="minorHAnsi"/>
          <w:lang w:val="es-VE"/>
        </w:rPr>
        <w:t>F/E B747 DC-10 DC-</w:t>
      </w:r>
      <w:r w:rsidR="00585BE0" w:rsidRPr="007655A2">
        <w:rPr>
          <w:rFonts w:asciiTheme="minorHAnsi" w:hAnsiTheme="minorHAnsi" w:cstheme="minorHAnsi"/>
          <w:lang w:val="es-VE"/>
        </w:rPr>
        <w:t xml:space="preserve">8  </w:t>
      </w:r>
      <w:r w:rsidR="00585BE0">
        <w:rPr>
          <w:rFonts w:asciiTheme="minorHAnsi" w:hAnsiTheme="minorHAnsi" w:cstheme="minorHAnsi"/>
          <w:lang w:val="es-VE"/>
        </w:rPr>
        <w:t>o</w:t>
      </w:r>
      <w:r w:rsidR="00585BE0" w:rsidRPr="007655A2">
        <w:rPr>
          <w:rFonts w:asciiTheme="minorHAnsi" w:hAnsiTheme="minorHAnsi" w:cstheme="minorHAnsi"/>
          <w:lang w:val="es-VE"/>
        </w:rPr>
        <w:t>ver</w:t>
      </w:r>
      <w:r w:rsidR="00585BE0">
        <w:rPr>
          <w:rFonts w:asciiTheme="minorHAnsi" w:hAnsiTheme="minorHAnsi" w:cstheme="minorHAnsi"/>
          <w:lang w:val="es-VE"/>
        </w:rPr>
        <w:t xml:space="preserve"> </w:t>
      </w:r>
      <w:r w:rsidR="00585BE0" w:rsidRPr="007655A2">
        <w:rPr>
          <w:rFonts w:asciiTheme="minorHAnsi" w:hAnsiTheme="minorHAnsi" w:cstheme="minorHAnsi"/>
          <w:lang w:val="es-VE"/>
        </w:rPr>
        <w:t>seas</w:t>
      </w:r>
    </w:p>
    <w:p w14:paraId="60DA8713" w14:textId="54AD87CA" w:rsidR="007655A2" w:rsidRPr="007655A2" w:rsidRDefault="007655A2" w:rsidP="00C7161D">
      <w:pPr>
        <w:tabs>
          <w:tab w:val="right" w:pos="8640"/>
        </w:tabs>
        <w:rPr>
          <w:rFonts w:asciiTheme="minorHAnsi" w:hAnsiTheme="minorHAnsi" w:cstheme="minorHAnsi"/>
          <w:lang w:val="es-VE"/>
        </w:rPr>
      </w:pPr>
      <w:r>
        <w:rPr>
          <w:rFonts w:asciiTheme="minorHAnsi" w:hAnsiTheme="minorHAnsi" w:cstheme="minorHAnsi"/>
          <w:lang w:val="es-VE"/>
        </w:rPr>
        <w:t>F/O DC-10 / DC-8</w:t>
      </w:r>
    </w:p>
    <w:p w14:paraId="3B861F6B" w14:textId="77777777" w:rsidR="000C43B9" w:rsidRPr="00E35DD5" w:rsidRDefault="007655A2" w:rsidP="000C43B9">
      <w:pPr>
        <w:rPr>
          <w:rFonts w:asciiTheme="minorHAnsi" w:hAnsiTheme="minorHAnsi" w:cstheme="minorHAnsi"/>
        </w:rPr>
      </w:pPr>
      <w:r w:rsidRPr="007655A2">
        <w:rPr>
          <w:rFonts w:asciiTheme="minorHAnsi" w:hAnsiTheme="minorHAnsi" w:cstheme="minorHAnsi"/>
          <w:lang w:val="es-VE"/>
        </w:rPr>
        <w:tab/>
      </w:r>
    </w:p>
    <w:p w14:paraId="2370250A" w14:textId="77777777" w:rsidR="000C43B9" w:rsidRPr="003B19FB" w:rsidRDefault="000C43B9" w:rsidP="000C43B9">
      <w:pPr>
        <w:pStyle w:val="Heading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Additional Skills &amp; Personal information</w:t>
      </w:r>
    </w:p>
    <w:p w14:paraId="2049A9F5" w14:textId="77777777" w:rsidR="000C43B9" w:rsidRDefault="000C43B9" w:rsidP="000C43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Fluent English and Spanish</w:t>
      </w:r>
    </w:p>
    <w:p w14:paraId="4509CDC2" w14:textId="77777777" w:rsidR="000C43B9" w:rsidRDefault="000C43B9" w:rsidP="000C43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Contract Pilot, FAA ATP, 1</w:t>
      </w:r>
      <w:r w:rsidRPr="00711169">
        <w:rPr>
          <w:rFonts w:asciiTheme="minorHAnsi" w:hAnsiTheme="minorHAnsi" w:cstheme="minorHAnsi"/>
          <w:vertAlign w:val="superscript"/>
        </w:rPr>
        <w:t>st</w:t>
      </w:r>
      <w:r>
        <w:rPr>
          <w:rFonts w:asciiTheme="minorHAnsi" w:hAnsiTheme="minorHAnsi" w:cstheme="minorHAnsi"/>
        </w:rPr>
        <w:t xml:space="preserve"> Class Medical, US Citizen</w:t>
      </w:r>
    </w:p>
    <w:p w14:paraId="24275655" w14:textId="77777777" w:rsidR="000C43B9" w:rsidRPr="003B19FB" w:rsidRDefault="000C43B9" w:rsidP="000C43B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Relocate upon request…</w:t>
      </w:r>
    </w:p>
    <w:p w14:paraId="3BC57EF3" w14:textId="1427BFF7" w:rsidR="007655A2" w:rsidRPr="007655A2" w:rsidRDefault="007655A2" w:rsidP="00C7161D">
      <w:pPr>
        <w:tabs>
          <w:tab w:val="right" w:pos="8640"/>
        </w:tabs>
        <w:rPr>
          <w:rFonts w:asciiTheme="minorHAnsi" w:hAnsiTheme="minorHAnsi" w:cstheme="minorHAnsi"/>
          <w:lang w:val="es-VE"/>
        </w:rPr>
      </w:pPr>
      <w:r w:rsidRPr="007655A2">
        <w:rPr>
          <w:rFonts w:asciiTheme="minorHAnsi" w:hAnsiTheme="minorHAnsi" w:cstheme="minorHAnsi"/>
          <w:lang w:val="es-VE"/>
        </w:rPr>
        <w:tab/>
      </w:r>
    </w:p>
    <w:sectPr w:rsidR="007655A2" w:rsidRPr="007655A2" w:rsidSect="001C29E5">
      <w:footerReference w:type="default" r:id="rId7"/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14DB8" w14:textId="77777777" w:rsidR="00BE4555" w:rsidRDefault="00BE4555" w:rsidP="005A7565">
      <w:r>
        <w:separator/>
      </w:r>
    </w:p>
  </w:endnote>
  <w:endnote w:type="continuationSeparator" w:id="0">
    <w:p w14:paraId="0FBDD1DD" w14:textId="77777777" w:rsidR="00BE4555" w:rsidRDefault="00BE4555" w:rsidP="005A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E5B1B" w14:textId="77777777" w:rsidR="00E85944" w:rsidRDefault="00E85944" w:rsidP="004725C4">
    <w:pPr>
      <w:pStyle w:val="Footer"/>
      <w:jc w:val="right"/>
    </w:pPr>
    <w:r>
      <w:rPr>
        <w:rStyle w:val="PageNumber"/>
      </w:rPr>
      <w:t xml:space="preserve">Name 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B19F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ACDD2" w14:textId="77777777" w:rsidR="00BE4555" w:rsidRDefault="00BE4555" w:rsidP="005A7565">
      <w:r>
        <w:separator/>
      </w:r>
    </w:p>
  </w:footnote>
  <w:footnote w:type="continuationSeparator" w:id="0">
    <w:p w14:paraId="5B251CEE" w14:textId="77777777" w:rsidR="00BE4555" w:rsidRDefault="00BE4555" w:rsidP="005A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8708C"/>
    <w:multiLevelType w:val="hybridMultilevel"/>
    <w:tmpl w:val="6C6013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82B95"/>
    <w:multiLevelType w:val="hybridMultilevel"/>
    <w:tmpl w:val="32CAF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60CD8"/>
    <w:multiLevelType w:val="hybridMultilevel"/>
    <w:tmpl w:val="2458B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CE7311"/>
    <w:multiLevelType w:val="hybridMultilevel"/>
    <w:tmpl w:val="EFCE6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530463">
    <w:abstractNumId w:val="0"/>
  </w:num>
  <w:num w:numId="2" w16cid:durableId="1156187618">
    <w:abstractNumId w:val="4"/>
  </w:num>
  <w:num w:numId="3" w16cid:durableId="339429252">
    <w:abstractNumId w:val="5"/>
  </w:num>
  <w:num w:numId="4" w16cid:durableId="301084230">
    <w:abstractNumId w:val="3"/>
  </w:num>
  <w:num w:numId="5" w16cid:durableId="188178181">
    <w:abstractNumId w:val="6"/>
  </w:num>
  <w:num w:numId="6" w16cid:durableId="534196929">
    <w:abstractNumId w:val="1"/>
  </w:num>
  <w:num w:numId="7" w16cid:durableId="470173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93"/>
    <w:rsid w:val="000208CD"/>
    <w:rsid w:val="00025ACE"/>
    <w:rsid w:val="000643B3"/>
    <w:rsid w:val="000B4391"/>
    <w:rsid w:val="000C43B9"/>
    <w:rsid w:val="000E6D36"/>
    <w:rsid w:val="0015295F"/>
    <w:rsid w:val="00162986"/>
    <w:rsid w:val="001B0371"/>
    <w:rsid w:val="001C29E5"/>
    <w:rsid w:val="001E0FD6"/>
    <w:rsid w:val="001E6A4B"/>
    <w:rsid w:val="00241560"/>
    <w:rsid w:val="0024293F"/>
    <w:rsid w:val="00251FA2"/>
    <w:rsid w:val="00280927"/>
    <w:rsid w:val="00292655"/>
    <w:rsid w:val="00293F0C"/>
    <w:rsid w:val="00295186"/>
    <w:rsid w:val="0033557D"/>
    <w:rsid w:val="00363CFD"/>
    <w:rsid w:val="00381598"/>
    <w:rsid w:val="003A0D27"/>
    <w:rsid w:val="003A6261"/>
    <w:rsid w:val="003B19FB"/>
    <w:rsid w:val="003D2340"/>
    <w:rsid w:val="003E0912"/>
    <w:rsid w:val="00444D0A"/>
    <w:rsid w:val="004725C4"/>
    <w:rsid w:val="004C4A7A"/>
    <w:rsid w:val="004E676C"/>
    <w:rsid w:val="00524BFA"/>
    <w:rsid w:val="00532F85"/>
    <w:rsid w:val="005370F3"/>
    <w:rsid w:val="005709EC"/>
    <w:rsid w:val="00585BE0"/>
    <w:rsid w:val="0058698A"/>
    <w:rsid w:val="005965D6"/>
    <w:rsid w:val="005A7565"/>
    <w:rsid w:val="00605767"/>
    <w:rsid w:val="00635AE1"/>
    <w:rsid w:val="00644F9A"/>
    <w:rsid w:val="0068627A"/>
    <w:rsid w:val="006D230D"/>
    <w:rsid w:val="007057FD"/>
    <w:rsid w:val="00711169"/>
    <w:rsid w:val="007206A2"/>
    <w:rsid w:val="00743C1C"/>
    <w:rsid w:val="007655A2"/>
    <w:rsid w:val="007C2B47"/>
    <w:rsid w:val="007C56F7"/>
    <w:rsid w:val="007C734D"/>
    <w:rsid w:val="00814728"/>
    <w:rsid w:val="008524B4"/>
    <w:rsid w:val="008A57C6"/>
    <w:rsid w:val="008A60B6"/>
    <w:rsid w:val="008D41CD"/>
    <w:rsid w:val="00913D42"/>
    <w:rsid w:val="009152E9"/>
    <w:rsid w:val="00940F57"/>
    <w:rsid w:val="0098550F"/>
    <w:rsid w:val="009B0193"/>
    <w:rsid w:val="009C6AA9"/>
    <w:rsid w:val="00A04473"/>
    <w:rsid w:val="00A23D2E"/>
    <w:rsid w:val="00A90527"/>
    <w:rsid w:val="00AA0CA0"/>
    <w:rsid w:val="00B703F2"/>
    <w:rsid w:val="00B77C69"/>
    <w:rsid w:val="00B8192E"/>
    <w:rsid w:val="00BA03D1"/>
    <w:rsid w:val="00BA4A75"/>
    <w:rsid w:val="00BC7DFE"/>
    <w:rsid w:val="00BE4555"/>
    <w:rsid w:val="00BF2BDF"/>
    <w:rsid w:val="00C10152"/>
    <w:rsid w:val="00C306A5"/>
    <w:rsid w:val="00C503E6"/>
    <w:rsid w:val="00C55B0B"/>
    <w:rsid w:val="00C626BE"/>
    <w:rsid w:val="00C70C0B"/>
    <w:rsid w:val="00C7118F"/>
    <w:rsid w:val="00C7161D"/>
    <w:rsid w:val="00CB10ED"/>
    <w:rsid w:val="00D66CBD"/>
    <w:rsid w:val="00D83A1D"/>
    <w:rsid w:val="00D965EB"/>
    <w:rsid w:val="00DA1702"/>
    <w:rsid w:val="00DC2E06"/>
    <w:rsid w:val="00DE38FE"/>
    <w:rsid w:val="00E105CB"/>
    <w:rsid w:val="00E32EC6"/>
    <w:rsid w:val="00E35DD5"/>
    <w:rsid w:val="00E44059"/>
    <w:rsid w:val="00E74BC9"/>
    <w:rsid w:val="00E85944"/>
    <w:rsid w:val="00E969E4"/>
    <w:rsid w:val="00EA2F62"/>
    <w:rsid w:val="00EB2A92"/>
    <w:rsid w:val="00EF582B"/>
    <w:rsid w:val="00F07345"/>
    <w:rsid w:val="00F376E5"/>
    <w:rsid w:val="00F41E0C"/>
    <w:rsid w:val="00F54C46"/>
    <w:rsid w:val="00F61891"/>
    <w:rsid w:val="00F71A97"/>
    <w:rsid w:val="00F9715D"/>
    <w:rsid w:val="00FE5369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68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4C4A7A"/>
    <w:pPr>
      <w:keepNext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F9715D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Header">
    <w:name w:val="header"/>
    <w:basedOn w:val="Normal"/>
    <w:rsid w:val="004725C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725C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280927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D230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rascoj1\AppData\Roaming\Microsoft\Templates\Extended%20CV%20(resume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Extended CV (resume)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Links>
    <vt:vector size="18" baseType="variant"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>http://www.vertex42.com/resumes/cv-template.html</vt:lpwstr>
      </vt:variant>
      <vt:variant>
        <vt:lpwstr/>
      </vt:variant>
      <vt:variant>
        <vt:i4>6422617</vt:i4>
      </vt:variant>
      <vt:variant>
        <vt:i4>3</vt:i4>
      </vt:variant>
      <vt:variant>
        <vt:i4>0</vt:i4>
      </vt:variant>
      <vt:variant>
        <vt:i4>5</vt:i4>
      </vt:variant>
      <vt:variant>
        <vt:lpwstr>http://www.vertex42.com/licensing/EULA_privateuse.html</vt:lpwstr>
      </vt:variant>
      <vt:variant>
        <vt:lpwstr/>
      </vt:variant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http://www.vertex42.com/resumes/cv-template.html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2023-01-20T18:55:00Z</dcterms:created>
  <dcterms:modified xsi:type="dcterms:W3CDTF">2023-02-21T20:53:00Z</dcterms:modified>
</cp:coreProperties>
</file>