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0B3D51" w14:textId="77777777" w:rsidR="005D674B" w:rsidRDefault="006A1FFB" w:rsidP="00F17625">
      <w:pPr>
        <w:pStyle w:val="Name"/>
        <w:spacing w:before="0"/>
      </w:pPr>
      <w:r>
        <w:t>Bruce Arbelaez</w:t>
      </w:r>
    </w:p>
    <w:p w14:paraId="1E3C2691" w14:textId="218A8D6C" w:rsidR="00AB210F" w:rsidRPr="00AB210F" w:rsidRDefault="00880DD3" w:rsidP="00F17625">
      <w:pPr>
        <w:pStyle w:val="ContactInfo"/>
      </w:pPr>
      <w:r>
        <w:t>10363 SW 206</w:t>
      </w:r>
      <w:r w:rsidRPr="00880DD3">
        <w:rPr>
          <w:vertAlign w:val="superscript"/>
        </w:rPr>
        <w:t>th</w:t>
      </w:r>
      <w:r>
        <w:t xml:space="preserve"> Terrace</w:t>
      </w:r>
      <w:r w:rsidR="00DA39F8">
        <w:t xml:space="preserve">  </w:t>
      </w:r>
      <w:r w:rsidR="00DA39F8">
        <w:rPr>
          <w:rFonts w:eastAsia="MS Mincho"/>
        </w:rPr>
        <w:sym w:font="Wingdings 2" w:char="F0BF"/>
      </w:r>
      <w:r w:rsidR="00AB210F">
        <w:t xml:space="preserve">  </w:t>
      </w:r>
      <w:r w:rsidR="006A1FFB">
        <w:t>Miami, FL 331</w:t>
      </w:r>
      <w:r>
        <w:t>89</w:t>
      </w:r>
      <w:r w:rsidR="00DA39F8">
        <w:t xml:space="preserve">  </w:t>
      </w:r>
      <w:r w:rsidR="00DA39F8">
        <w:rPr>
          <w:rFonts w:eastAsia="MS Mincho"/>
        </w:rPr>
        <w:sym w:font="Wingdings 2" w:char="F0BF"/>
      </w:r>
      <w:r w:rsidR="00F17625">
        <w:t xml:space="preserve">  </w:t>
      </w:r>
      <w:r w:rsidR="006A1FFB">
        <w:t>(786) 564-3733</w:t>
      </w:r>
      <w:r w:rsidR="00F17625">
        <w:t xml:space="preserve"> </w:t>
      </w:r>
      <w:r w:rsidR="00DA39F8">
        <w:rPr>
          <w:rFonts w:eastAsia="MS Mincho"/>
        </w:rPr>
        <w:sym w:font="Wingdings 2" w:char="F0BF"/>
      </w:r>
      <w:r w:rsidR="00DA39F8">
        <w:rPr>
          <w:rFonts w:eastAsia="MS Mincho"/>
        </w:rPr>
        <w:t xml:space="preserve"> </w:t>
      </w:r>
      <w:r w:rsidR="006A1FFB">
        <w:t>Brucesax2010@yahoo.com</w:t>
      </w:r>
    </w:p>
    <w:p w14:paraId="04A04FDD" w14:textId="77777777" w:rsidR="005D674B" w:rsidRDefault="005D674B" w:rsidP="00F17625">
      <w:pPr>
        <w:pStyle w:val="Horizontalline"/>
      </w:pPr>
    </w:p>
    <w:p w14:paraId="152473D4" w14:textId="3E4DF010" w:rsidR="005D674B" w:rsidRDefault="005B1BD0" w:rsidP="00F17625">
      <w:pPr>
        <w:pStyle w:val="Heading1"/>
      </w:pPr>
      <w:r>
        <w:t>HealthCare/Insurance</w:t>
      </w:r>
      <w:r w:rsidR="006A1FFB">
        <w:t xml:space="preserve"> Professional</w:t>
      </w:r>
    </w:p>
    <w:p w14:paraId="327C5BBE" w14:textId="7147CBF5" w:rsidR="005D674B" w:rsidRDefault="0014496D" w:rsidP="002260D6">
      <w:pPr>
        <w:pStyle w:val="BulletedList"/>
      </w:pPr>
      <w:r>
        <w:t>As a dedicated and knowledgeable professional with extensive experience in customer service</w:t>
      </w:r>
      <w:r w:rsidR="005B1BD0">
        <w:t xml:space="preserve"> and healthcare/insurance</w:t>
      </w:r>
      <w:r>
        <w:t>, I seek to bring my abilities to add value to your company.</w:t>
      </w:r>
      <w:r w:rsidR="00082846">
        <w:t xml:space="preserve"> I possess skills in client service as well as recruitment, leadership, and training.</w:t>
      </w:r>
      <w:r>
        <w:t xml:space="preserve"> I am a self-motivated individual with a proven track record of success driving client satisfaction, productivity, and profitability.</w:t>
      </w:r>
    </w:p>
    <w:p w14:paraId="67D845B0" w14:textId="77777777" w:rsidR="005D674B" w:rsidRDefault="00DA39F8" w:rsidP="0014496D">
      <w:pPr>
        <w:pStyle w:val="CategoryHeading"/>
        <w:spacing w:before="100" w:after="100"/>
        <w:rPr>
          <w:rFonts w:eastAsia="MS Mincho"/>
        </w:rPr>
      </w:pPr>
      <w:r>
        <w:rPr>
          <w:rFonts w:eastAsia="MS Mincho"/>
        </w:rPr>
        <w:t>Professional Experience</w:t>
      </w:r>
    </w:p>
    <w:p w14:paraId="128C5CC6" w14:textId="128A6CE0" w:rsidR="00D959C2" w:rsidRDefault="00D959C2" w:rsidP="00D959C2">
      <w:pPr>
        <w:pStyle w:val="Heading2"/>
      </w:pPr>
      <w:r>
        <w:rPr>
          <w:rStyle w:val="Employer"/>
        </w:rPr>
        <w:t xml:space="preserve">Baptist Health south florida (healthcare support) – </w:t>
      </w:r>
      <w:r>
        <w:t>Miami, FL</w:t>
      </w:r>
    </w:p>
    <w:p w14:paraId="2DCFDC1E" w14:textId="02D1E4EA" w:rsidR="00D959C2" w:rsidRDefault="00C12E85" w:rsidP="00D959C2">
      <w:pPr>
        <w:pStyle w:val="Job"/>
        <w:spacing w:before="0" w:after="0"/>
      </w:pPr>
      <w:r>
        <w:rPr>
          <w:rStyle w:val="JobTitle"/>
        </w:rPr>
        <w:t>Internal Transfer Rep (</w:t>
      </w:r>
      <w:r w:rsidR="00D959C2">
        <w:rPr>
          <w:rStyle w:val="JobTitle"/>
        </w:rPr>
        <w:t>HR Assistant</w:t>
      </w:r>
      <w:r>
        <w:rPr>
          <w:rStyle w:val="JobTitle"/>
        </w:rPr>
        <w:t>)</w:t>
      </w:r>
      <w:r w:rsidR="00D959C2">
        <w:t xml:space="preserve">, 2021 – </w:t>
      </w:r>
      <w:r>
        <w:t>2023</w:t>
      </w:r>
    </w:p>
    <w:p w14:paraId="6D911380" w14:textId="6EE88FD6" w:rsidR="00D959C2" w:rsidRDefault="00D959C2" w:rsidP="00D959C2">
      <w:pPr>
        <w:pStyle w:val="BulletedList-Indent"/>
      </w:pPr>
      <w:r w:rsidRPr="00D959C2">
        <w:t>Conduct interviews and handle placement for job opportunities using the Taleo recruiting system.</w:t>
      </w:r>
    </w:p>
    <w:p w14:paraId="6AE2E998" w14:textId="494794BD" w:rsidR="00D959C2" w:rsidRDefault="00D959C2" w:rsidP="00D959C2">
      <w:pPr>
        <w:pStyle w:val="BulletedList-Indent"/>
      </w:pPr>
      <w:r w:rsidRPr="00D959C2">
        <w:t>Also assist with new hire files pre</w:t>
      </w:r>
      <w:r>
        <w:t>pping, printing and them mailing</w:t>
      </w:r>
      <w:r w:rsidRPr="00D959C2">
        <w:t xml:space="preserve"> to the corresponding department.</w:t>
      </w:r>
    </w:p>
    <w:p w14:paraId="5A21E530" w14:textId="2A955E13" w:rsidR="00C12E85" w:rsidRDefault="00C12E85" w:rsidP="00D959C2">
      <w:pPr>
        <w:pStyle w:val="BulletedList-Indent"/>
      </w:pPr>
      <w:r>
        <w:t xml:space="preserve">Review, handle and process Internal Candidate applications. </w:t>
      </w:r>
    </w:p>
    <w:p w14:paraId="3F46C962" w14:textId="2D6D7BBA" w:rsidR="00C12E85" w:rsidRDefault="00C12E85" w:rsidP="00D959C2">
      <w:pPr>
        <w:pStyle w:val="BulletedList-Indent"/>
      </w:pPr>
      <w:r>
        <w:t>Communicated with hiring leaders and present</w:t>
      </w:r>
      <w:r w:rsidR="001E3DFF">
        <w:t>ed</w:t>
      </w:r>
      <w:r>
        <w:t xml:space="preserve"> candidates</w:t>
      </w:r>
      <w:r w:rsidR="001E3DFF">
        <w:t xml:space="preserve"> eligible for transfer and external</w:t>
      </w:r>
      <w:r>
        <w:t xml:space="preserve">. </w:t>
      </w:r>
    </w:p>
    <w:p w14:paraId="3443F736" w14:textId="39448700" w:rsidR="00C12E85" w:rsidRDefault="00C12E85" w:rsidP="00D959C2">
      <w:pPr>
        <w:pStyle w:val="BulletedList-Indent"/>
      </w:pPr>
      <w:r>
        <w:t>Calculated offers and processed</w:t>
      </w:r>
      <w:r w:rsidR="001E3DFF">
        <w:t xml:space="preserve"> then into the Taleo and PeopleSoft Systems. </w:t>
      </w:r>
    </w:p>
    <w:p w14:paraId="7C77517D" w14:textId="052545F2" w:rsidR="00C12E85" w:rsidRDefault="00C12E85" w:rsidP="00D959C2">
      <w:pPr>
        <w:pStyle w:val="BulletedList-Indent"/>
      </w:pPr>
      <w:r>
        <w:t>Worked both virtual and in person job fairs</w:t>
      </w:r>
      <w:r w:rsidR="001E3DFF">
        <w:t>. (Virtual was through Indeed)</w:t>
      </w:r>
    </w:p>
    <w:p w14:paraId="6B4D5FBD" w14:textId="77777777" w:rsidR="00D959C2" w:rsidRDefault="00D959C2" w:rsidP="001E653E">
      <w:pPr>
        <w:pStyle w:val="Heading2"/>
        <w:rPr>
          <w:rStyle w:val="Employer"/>
        </w:rPr>
      </w:pPr>
    </w:p>
    <w:p w14:paraId="676AF111" w14:textId="77777777" w:rsidR="00D959C2" w:rsidRDefault="00D959C2" w:rsidP="001E653E">
      <w:pPr>
        <w:pStyle w:val="Heading2"/>
        <w:rPr>
          <w:rStyle w:val="Employer"/>
        </w:rPr>
      </w:pPr>
    </w:p>
    <w:p w14:paraId="22C53C21" w14:textId="5EAB29AE" w:rsidR="001E653E" w:rsidRDefault="001E653E" w:rsidP="001E653E">
      <w:pPr>
        <w:pStyle w:val="Heading2"/>
      </w:pPr>
      <w:r>
        <w:rPr>
          <w:rStyle w:val="Employer"/>
        </w:rPr>
        <w:t xml:space="preserve">Pan Am International flight academy – </w:t>
      </w:r>
      <w:r>
        <w:t>Miami, FL</w:t>
      </w:r>
    </w:p>
    <w:p w14:paraId="03A08626" w14:textId="08EFF97A" w:rsidR="001E653E" w:rsidRDefault="001E653E" w:rsidP="001E653E">
      <w:pPr>
        <w:pStyle w:val="Job"/>
        <w:spacing w:before="0" w:after="0"/>
      </w:pPr>
      <w:r>
        <w:rPr>
          <w:rStyle w:val="JobTitle"/>
        </w:rPr>
        <w:t>Customer Service Representative / Front Desk</w:t>
      </w:r>
      <w:r w:rsidR="00D959C2">
        <w:t>, 2020 – 2021</w:t>
      </w:r>
    </w:p>
    <w:p w14:paraId="40471035" w14:textId="0B915D9A" w:rsidR="001E653E" w:rsidRDefault="001E653E" w:rsidP="001E653E">
      <w:pPr>
        <w:pStyle w:val="BulletedList-Indent"/>
        <w:spacing w:after="0"/>
      </w:pPr>
      <w:r>
        <w:t>Perform administrative duties including opening/closing the office</w:t>
      </w:r>
    </w:p>
    <w:p w14:paraId="5CF4B03A" w14:textId="77777777" w:rsidR="001E653E" w:rsidRDefault="001E653E" w:rsidP="001E653E">
      <w:pPr>
        <w:pStyle w:val="BulletedList-Indent"/>
        <w:spacing w:after="0"/>
      </w:pPr>
      <w:r>
        <w:t>Position also includes some scheduling elements</w:t>
      </w:r>
    </w:p>
    <w:p w14:paraId="684FE2E3" w14:textId="1D8F51FA" w:rsidR="001E653E" w:rsidRDefault="001E653E" w:rsidP="001E653E">
      <w:pPr>
        <w:pStyle w:val="BulletedList-Indent"/>
        <w:spacing w:after="0"/>
      </w:pPr>
      <w:r>
        <w:t xml:space="preserve">Provide assistance to student pilots in registration and other clerical duties </w:t>
      </w:r>
    </w:p>
    <w:p w14:paraId="5BC003B1" w14:textId="2C2ED3EA" w:rsidR="001E653E" w:rsidRDefault="001E653E" w:rsidP="001E653E">
      <w:pPr>
        <w:pStyle w:val="BulletedList-Indent"/>
        <w:spacing w:after="0"/>
      </w:pPr>
      <w:r>
        <w:t>Answering phones</w:t>
      </w:r>
    </w:p>
    <w:p w14:paraId="3FC09DA8" w14:textId="57584EE5" w:rsidR="001E653E" w:rsidRPr="001E653E" w:rsidRDefault="001E653E" w:rsidP="0014496D">
      <w:pPr>
        <w:pStyle w:val="BulletedList-Indent"/>
        <w:spacing w:after="0"/>
        <w:rPr>
          <w:rStyle w:val="Employer"/>
          <w:bCs w:val="0"/>
          <w:caps w:val="0"/>
          <w:sz w:val="19"/>
        </w:rPr>
      </w:pPr>
      <w:r>
        <w:t>File work making sure papers and system information is correct</w:t>
      </w:r>
    </w:p>
    <w:p w14:paraId="7F8B6C43" w14:textId="77777777" w:rsidR="001E653E" w:rsidRDefault="001E653E" w:rsidP="0014496D">
      <w:pPr>
        <w:pStyle w:val="Heading2"/>
        <w:rPr>
          <w:rStyle w:val="Employer"/>
        </w:rPr>
      </w:pPr>
    </w:p>
    <w:p w14:paraId="6EF65D95" w14:textId="5B6CFF4F" w:rsidR="005D674B" w:rsidRDefault="006A1FFB" w:rsidP="0014496D">
      <w:pPr>
        <w:pStyle w:val="Heading2"/>
      </w:pPr>
      <w:r>
        <w:rPr>
          <w:rStyle w:val="Employer"/>
        </w:rPr>
        <w:t xml:space="preserve">Beckman Coulter – </w:t>
      </w:r>
      <w:r w:rsidR="004A32C6">
        <w:t>Miami, FL</w:t>
      </w:r>
    </w:p>
    <w:p w14:paraId="7C710580" w14:textId="51965813" w:rsidR="00A507CD" w:rsidRDefault="006A1FFB" w:rsidP="0014496D">
      <w:pPr>
        <w:pStyle w:val="Job"/>
        <w:spacing w:before="0" w:after="0"/>
      </w:pPr>
      <w:r>
        <w:rPr>
          <w:rStyle w:val="JobTitle"/>
        </w:rPr>
        <w:t>Audit Department Team Lead / Trainer</w:t>
      </w:r>
      <w:r w:rsidR="008763AD">
        <w:t xml:space="preserve">, </w:t>
      </w:r>
      <w:r>
        <w:t>2018</w:t>
      </w:r>
      <w:r w:rsidR="00A205C5">
        <w:t xml:space="preserve"> – </w:t>
      </w:r>
      <w:r w:rsidR="0089594F">
        <w:t>2020</w:t>
      </w:r>
    </w:p>
    <w:p w14:paraId="16ED00C1" w14:textId="77777777" w:rsidR="00AE6DD1" w:rsidRDefault="00AE6DD1" w:rsidP="0014496D">
      <w:pPr>
        <w:pStyle w:val="BulletedList-Indent"/>
        <w:spacing w:after="0"/>
      </w:pPr>
      <w:r>
        <w:t>Serve as lead, directing 16 associates including delegating duties and monitoring performance as well as serving as Trainer</w:t>
      </w:r>
    </w:p>
    <w:p w14:paraId="1D42AC54" w14:textId="77777777" w:rsidR="00AE6DD1" w:rsidRDefault="00AE6DD1" w:rsidP="0014496D">
      <w:pPr>
        <w:pStyle w:val="BulletedList-Indent"/>
        <w:spacing w:after="0"/>
      </w:pPr>
      <w:r>
        <w:t>Conduct professional training sessions to 10-15 employees, teaching company procedures and systems as well as preparing help guides and materials.</w:t>
      </w:r>
    </w:p>
    <w:p w14:paraId="21D9DF8B" w14:textId="5A2B9D65" w:rsidR="00A205C5" w:rsidRDefault="00AE6DD1" w:rsidP="0014496D">
      <w:pPr>
        <w:pStyle w:val="BulletedList-Indent"/>
        <w:spacing w:after="0"/>
      </w:pPr>
      <w:r>
        <w:t>Audit about 100 engineer Service Reports daily, ensuring services were provided correctly including repairs, installations, and preventive maintenance.</w:t>
      </w:r>
      <w:r w:rsidR="00F955B8">
        <w:t xml:space="preserve"> This includes all clerical duties pertaining to physical records and reports.</w:t>
      </w:r>
    </w:p>
    <w:p w14:paraId="3E61A6D8" w14:textId="77777777" w:rsidR="00AE6DD1" w:rsidRDefault="00AE6DD1" w:rsidP="0014496D">
      <w:pPr>
        <w:pStyle w:val="BulletedList-Indent"/>
        <w:spacing w:after="0"/>
      </w:pPr>
      <w:r>
        <w:t>Identify and address any arising customer complaints accurately and efficiently.</w:t>
      </w:r>
    </w:p>
    <w:p w14:paraId="434A9405" w14:textId="77777777" w:rsidR="00AE6DD1" w:rsidRDefault="00AE6DD1" w:rsidP="0014496D">
      <w:pPr>
        <w:pStyle w:val="BulletedList-Indent"/>
        <w:spacing w:after="0"/>
      </w:pPr>
      <w:r>
        <w:t>Oversee team responsibilities including assigning responsibilities, maintaining attendance, facilitating team meetings, and informing team members of updated information.</w:t>
      </w:r>
    </w:p>
    <w:p w14:paraId="1F1D5EB5" w14:textId="77777777" w:rsidR="00AE6DD1" w:rsidRDefault="00AE6DD1" w:rsidP="0014496D">
      <w:pPr>
        <w:pStyle w:val="BulletedList-Indent"/>
        <w:spacing w:after="0"/>
      </w:pPr>
      <w:r>
        <w:t>Conduct 5 employee reviews for every employee weekly to drive performance.</w:t>
      </w:r>
    </w:p>
    <w:p w14:paraId="44C705E4" w14:textId="77777777" w:rsidR="00AE6DD1" w:rsidRDefault="00AE6DD1" w:rsidP="0014496D">
      <w:pPr>
        <w:pStyle w:val="BulletedList-Indent"/>
        <w:spacing w:after="0"/>
      </w:pPr>
      <w:r>
        <w:t>Create and update department procedures according to objectives.</w:t>
      </w:r>
    </w:p>
    <w:p w14:paraId="2239E840" w14:textId="77777777" w:rsidR="00A205C5" w:rsidRPr="0014496D" w:rsidRDefault="00A205C5" w:rsidP="0014496D">
      <w:pPr>
        <w:pStyle w:val="BulletedList-Indent"/>
        <w:numPr>
          <w:ilvl w:val="0"/>
          <w:numId w:val="0"/>
        </w:numPr>
        <w:spacing w:after="0"/>
        <w:ind w:left="720"/>
        <w:rPr>
          <w:sz w:val="10"/>
          <w:szCs w:val="10"/>
        </w:rPr>
      </w:pPr>
    </w:p>
    <w:p w14:paraId="228FB2B9" w14:textId="71902B05" w:rsidR="00A205C5" w:rsidRDefault="006A1FFB" w:rsidP="0014496D">
      <w:pPr>
        <w:pStyle w:val="Heading2"/>
      </w:pPr>
      <w:r>
        <w:rPr>
          <w:rStyle w:val="Employer"/>
        </w:rPr>
        <w:t>AvMed Health Plan</w:t>
      </w:r>
      <w:r w:rsidR="007957A5">
        <w:rPr>
          <w:rStyle w:val="Employer"/>
        </w:rPr>
        <w:t xml:space="preserve"> </w:t>
      </w:r>
      <w:r w:rsidR="004A32C6">
        <w:t>— Miami, FL</w:t>
      </w:r>
    </w:p>
    <w:p w14:paraId="7DC82404" w14:textId="77777777" w:rsidR="00A205C5" w:rsidRDefault="006A1FFB" w:rsidP="0014496D">
      <w:pPr>
        <w:pStyle w:val="Job"/>
        <w:spacing w:before="0" w:after="0"/>
      </w:pPr>
      <w:r>
        <w:rPr>
          <w:rStyle w:val="JobTitle"/>
        </w:rPr>
        <w:t>Member Engagement Representative</w:t>
      </w:r>
      <w:r w:rsidR="00A205C5">
        <w:t xml:space="preserve">, </w:t>
      </w:r>
      <w:r>
        <w:t>2017</w:t>
      </w:r>
      <w:r w:rsidR="00A205C5">
        <w:t xml:space="preserve"> – </w:t>
      </w:r>
      <w:r>
        <w:t>2018</w:t>
      </w:r>
      <w:r w:rsidR="00A205C5">
        <w:t xml:space="preserve">  </w:t>
      </w:r>
    </w:p>
    <w:p w14:paraId="021AB23B" w14:textId="77777777" w:rsidR="00A205C5" w:rsidRDefault="00AE6DD1" w:rsidP="0014496D">
      <w:pPr>
        <w:pStyle w:val="BulletedList-Indent"/>
        <w:spacing w:after="0"/>
      </w:pPr>
      <w:r>
        <w:t>Provided assistance to members with inquiries and problems including complaints, medical provider selection, and replacement of lost or stolen cards.</w:t>
      </w:r>
    </w:p>
    <w:p w14:paraId="55342FD0" w14:textId="77777777" w:rsidR="00AE6DD1" w:rsidRDefault="00AE6DD1" w:rsidP="0014496D">
      <w:pPr>
        <w:pStyle w:val="BulletedList-Indent"/>
        <w:spacing w:after="0"/>
      </w:pPr>
      <w:r>
        <w:t>Assisted medical providers with claims status, appeals status, and prior authorizations.</w:t>
      </w:r>
    </w:p>
    <w:p w14:paraId="4E1B291D" w14:textId="77777777" w:rsidR="00AE6DD1" w:rsidRPr="002260D6" w:rsidRDefault="00AE6DD1" w:rsidP="0014496D">
      <w:pPr>
        <w:pStyle w:val="BulletedList-Indent"/>
        <w:spacing w:after="0"/>
      </w:pPr>
      <w:r>
        <w:t>Ensured compliance with all company policies, procedures, and standards.</w:t>
      </w:r>
    </w:p>
    <w:p w14:paraId="03051342" w14:textId="77777777" w:rsidR="00A205C5" w:rsidRPr="0014496D" w:rsidRDefault="00A205C5" w:rsidP="0014496D">
      <w:pPr>
        <w:pStyle w:val="BulletedList-Indent"/>
        <w:numPr>
          <w:ilvl w:val="0"/>
          <w:numId w:val="0"/>
        </w:numPr>
        <w:spacing w:after="0"/>
        <w:ind w:left="720"/>
        <w:rPr>
          <w:sz w:val="10"/>
          <w:szCs w:val="10"/>
        </w:rPr>
      </w:pPr>
    </w:p>
    <w:p w14:paraId="74C076A8" w14:textId="26F905F3" w:rsidR="00A205C5" w:rsidRDefault="006A1FFB" w:rsidP="0014496D">
      <w:pPr>
        <w:pStyle w:val="Heading2"/>
      </w:pPr>
      <w:r>
        <w:rPr>
          <w:rStyle w:val="Employer"/>
        </w:rPr>
        <w:t>Assurant</w:t>
      </w:r>
      <w:r w:rsidR="007957A5">
        <w:rPr>
          <w:rStyle w:val="Employer"/>
        </w:rPr>
        <w:t xml:space="preserve"> </w:t>
      </w:r>
      <w:r w:rsidR="004A32C6">
        <w:t>— Cutler Bay, FL</w:t>
      </w:r>
    </w:p>
    <w:p w14:paraId="16950744" w14:textId="77777777" w:rsidR="00A205C5" w:rsidRDefault="006A1FFB" w:rsidP="0014496D">
      <w:pPr>
        <w:pStyle w:val="Job"/>
        <w:spacing w:before="0" w:after="0"/>
      </w:pPr>
      <w:r>
        <w:rPr>
          <w:rStyle w:val="JobTitle"/>
        </w:rPr>
        <w:t>Research Specialist</w:t>
      </w:r>
      <w:r w:rsidR="00A205C5">
        <w:t xml:space="preserve">, </w:t>
      </w:r>
      <w:r>
        <w:t>2017</w:t>
      </w:r>
      <w:r w:rsidR="00A205C5">
        <w:t xml:space="preserve">  </w:t>
      </w:r>
    </w:p>
    <w:p w14:paraId="6E448C66" w14:textId="77777777" w:rsidR="00A205C5" w:rsidRDefault="00AE6DD1" w:rsidP="0014496D">
      <w:pPr>
        <w:pStyle w:val="BulletedList-Indent"/>
        <w:spacing w:after="0"/>
      </w:pPr>
      <w:r>
        <w:t>Perform document processing for home insurance, including hazard insurance.</w:t>
      </w:r>
    </w:p>
    <w:p w14:paraId="56CB16F2" w14:textId="77777777" w:rsidR="00AE6DD1" w:rsidRDefault="00AE6DD1" w:rsidP="0014496D">
      <w:pPr>
        <w:pStyle w:val="BulletedList-Indent"/>
        <w:spacing w:after="0"/>
      </w:pPr>
      <w:r>
        <w:t>Compile and research documents, as well as updating or disbursing on customers’ escrow accounts accurately.</w:t>
      </w:r>
    </w:p>
    <w:p w14:paraId="483C1F59" w14:textId="77777777" w:rsidR="00AE6DD1" w:rsidRPr="002260D6" w:rsidRDefault="00AE6DD1" w:rsidP="0014496D">
      <w:pPr>
        <w:pStyle w:val="BulletedList-Indent"/>
        <w:spacing w:after="0"/>
      </w:pPr>
      <w:r>
        <w:t>Conduct necessary calls to carrier</w:t>
      </w:r>
      <w:r w:rsidR="007535B1">
        <w:t xml:space="preserve">s and </w:t>
      </w:r>
      <w:r>
        <w:t>agent</w:t>
      </w:r>
      <w:r w:rsidR="007535B1">
        <w:t>s</w:t>
      </w:r>
      <w:r>
        <w:t xml:space="preserve"> for policy information.</w:t>
      </w:r>
    </w:p>
    <w:p w14:paraId="458B8694" w14:textId="77777777" w:rsidR="00A205C5" w:rsidRPr="0014496D" w:rsidRDefault="00A205C5" w:rsidP="0014496D">
      <w:pPr>
        <w:pStyle w:val="BulletedList-Indent"/>
        <w:numPr>
          <w:ilvl w:val="0"/>
          <w:numId w:val="0"/>
        </w:numPr>
        <w:spacing w:after="0"/>
        <w:ind w:left="720"/>
        <w:rPr>
          <w:sz w:val="10"/>
          <w:szCs w:val="10"/>
        </w:rPr>
      </w:pPr>
    </w:p>
    <w:p w14:paraId="14B6AF2A" w14:textId="59CAC6EB" w:rsidR="00A205C5" w:rsidRDefault="006A1FFB" w:rsidP="0014496D">
      <w:pPr>
        <w:pStyle w:val="Heading2"/>
      </w:pPr>
      <w:r>
        <w:rPr>
          <w:rStyle w:val="Employer"/>
        </w:rPr>
        <w:t>Careers UsA</w:t>
      </w:r>
      <w:r w:rsidR="00A205C5">
        <w:t xml:space="preserve"> — </w:t>
      </w:r>
      <w:r w:rsidR="004A32C6">
        <w:t>Miami, FL</w:t>
      </w:r>
    </w:p>
    <w:p w14:paraId="3F6A981A" w14:textId="77777777" w:rsidR="00A205C5" w:rsidRDefault="006A1FFB" w:rsidP="0014496D">
      <w:pPr>
        <w:pStyle w:val="Job"/>
        <w:spacing w:before="0" w:after="0"/>
      </w:pPr>
      <w:r>
        <w:rPr>
          <w:rStyle w:val="JobTitle"/>
        </w:rPr>
        <w:lastRenderedPageBreak/>
        <w:t>Account Executive</w:t>
      </w:r>
      <w:r w:rsidR="00A205C5">
        <w:t xml:space="preserve">, </w:t>
      </w:r>
      <w:r>
        <w:t>2016</w:t>
      </w:r>
      <w:r w:rsidR="00A205C5">
        <w:t xml:space="preserve"> – </w:t>
      </w:r>
      <w:r>
        <w:t>2017</w:t>
      </w:r>
      <w:r w:rsidR="00A205C5">
        <w:t xml:space="preserve">  </w:t>
      </w:r>
    </w:p>
    <w:p w14:paraId="7759FFF9" w14:textId="77777777" w:rsidR="007535B1" w:rsidRDefault="007535B1" w:rsidP="0014496D">
      <w:pPr>
        <w:pStyle w:val="BulletedList-Indent"/>
        <w:spacing w:after="0"/>
      </w:pPr>
      <w:r>
        <w:t>Sourced candidates, handling recruitment duties as well as processing payroll and overseeing employee onboarding.</w:t>
      </w:r>
    </w:p>
    <w:p w14:paraId="52BDEE30" w14:textId="77777777" w:rsidR="00A205C5" w:rsidRDefault="007535B1" w:rsidP="0014496D">
      <w:pPr>
        <w:pStyle w:val="BulletedList-Indent"/>
        <w:spacing w:after="0"/>
      </w:pPr>
      <w:r>
        <w:t>Answered inbound calls and conducted outbound calls according to organization needs.</w:t>
      </w:r>
    </w:p>
    <w:p w14:paraId="5B6795A8" w14:textId="77777777" w:rsidR="007535B1" w:rsidRPr="002260D6" w:rsidRDefault="007535B1" w:rsidP="0014496D">
      <w:pPr>
        <w:pStyle w:val="BulletedList-Indent"/>
        <w:spacing w:after="0"/>
      </w:pPr>
      <w:r>
        <w:t>Processed 8+ work orders simultaneously, maintaining standards of accuracy and efficiency.</w:t>
      </w:r>
    </w:p>
    <w:p w14:paraId="2FE52F4A" w14:textId="77777777" w:rsidR="008764F1" w:rsidRPr="0014496D" w:rsidRDefault="008764F1" w:rsidP="0014496D">
      <w:pPr>
        <w:rPr>
          <w:sz w:val="10"/>
          <w:szCs w:val="10"/>
        </w:rPr>
      </w:pPr>
    </w:p>
    <w:p w14:paraId="0653FAE2" w14:textId="19A2E012" w:rsidR="00A205C5" w:rsidRDefault="006A1FFB" w:rsidP="0014496D">
      <w:pPr>
        <w:pStyle w:val="Heading2"/>
      </w:pPr>
      <w:r>
        <w:rPr>
          <w:rStyle w:val="Employer"/>
        </w:rPr>
        <w:t>Ideal Personnel</w:t>
      </w:r>
      <w:r w:rsidR="00A205C5">
        <w:t xml:space="preserve"> — </w:t>
      </w:r>
      <w:r w:rsidR="004A32C6">
        <w:t>Downtown Miami, FL</w:t>
      </w:r>
    </w:p>
    <w:p w14:paraId="5ECC7123" w14:textId="77777777" w:rsidR="00A205C5" w:rsidRDefault="006A1FFB" w:rsidP="0014496D">
      <w:pPr>
        <w:pStyle w:val="Job"/>
        <w:spacing w:before="0" w:after="0"/>
      </w:pPr>
      <w:r>
        <w:rPr>
          <w:rStyle w:val="JobTitle"/>
        </w:rPr>
        <w:t>Recruiter</w:t>
      </w:r>
      <w:r w:rsidR="00A205C5">
        <w:t xml:space="preserve">, </w:t>
      </w:r>
      <w:r>
        <w:t>2015</w:t>
      </w:r>
      <w:r w:rsidR="00A205C5">
        <w:t xml:space="preserve"> – </w:t>
      </w:r>
      <w:r>
        <w:t>2016</w:t>
      </w:r>
      <w:r w:rsidR="00A205C5">
        <w:t xml:space="preserve">  </w:t>
      </w:r>
    </w:p>
    <w:p w14:paraId="641D3F07" w14:textId="77777777" w:rsidR="00A205C5" w:rsidRDefault="007535B1" w:rsidP="0014496D">
      <w:pPr>
        <w:pStyle w:val="BulletedList-Indent"/>
        <w:spacing w:after="0"/>
      </w:pPr>
      <w:r>
        <w:t>Performed candidate sourcing using online platforms including Career Builder and Zip Recruiter, conducting outbound calls and answering inbound calls.</w:t>
      </w:r>
    </w:p>
    <w:p w14:paraId="5107DE49" w14:textId="77777777" w:rsidR="007535B1" w:rsidRDefault="007535B1" w:rsidP="0014496D">
      <w:pPr>
        <w:pStyle w:val="BulletedList-Indent"/>
        <w:spacing w:after="0"/>
      </w:pPr>
      <w:r>
        <w:t>Conducted interviews and handled placement for job opportunities according to policies.</w:t>
      </w:r>
    </w:p>
    <w:p w14:paraId="35E78231" w14:textId="77777777" w:rsidR="007535B1" w:rsidRDefault="007535B1" w:rsidP="0014496D">
      <w:pPr>
        <w:pStyle w:val="BulletedList-Indent"/>
        <w:spacing w:after="0"/>
      </w:pPr>
      <w:r>
        <w:t>Achieved quota of 60 or more outbound calls daily, at least 2 scheduled interviews daily, and at least 4 placements weekly.</w:t>
      </w:r>
    </w:p>
    <w:p w14:paraId="0D7A6C51" w14:textId="77777777" w:rsidR="007535B1" w:rsidRDefault="007535B1" w:rsidP="0014496D">
      <w:pPr>
        <w:pStyle w:val="BulletedList-Indent"/>
        <w:spacing w:after="0"/>
      </w:pPr>
      <w:r>
        <w:t>Utilized the internal recruitment system MaxHire Bullhorn, logging and recycling candidate information and documentation.</w:t>
      </w:r>
    </w:p>
    <w:p w14:paraId="2C9A2316" w14:textId="77777777" w:rsidR="007535B1" w:rsidRDefault="007535B1" w:rsidP="0014496D">
      <w:pPr>
        <w:pStyle w:val="BulletedList-Indent"/>
        <w:spacing w:after="0"/>
      </w:pPr>
      <w:r>
        <w:t>Hired in medical specialties in all medical fields for medical offices and facilities, coordinating with Baptist Health, Jackson Memorial, University of Miami, Broward Health, and other companies.</w:t>
      </w:r>
    </w:p>
    <w:p w14:paraId="3040DDA8" w14:textId="77777777" w:rsidR="007535B1" w:rsidRDefault="007535B1" w:rsidP="0014496D">
      <w:pPr>
        <w:pStyle w:val="BulletedList-Indent"/>
        <w:spacing w:after="0"/>
      </w:pPr>
      <w:r>
        <w:t>Applied expertise with job requirements for positions including Customer Service Rep, Medical Admin Assistant, Front Office, Medical Assistant, Register Nurse, and Surgical Techs.</w:t>
      </w:r>
    </w:p>
    <w:p w14:paraId="438447A1" w14:textId="77777777" w:rsidR="007535B1" w:rsidRPr="002260D6" w:rsidRDefault="007535B1" w:rsidP="0014496D">
      <w:pPr>
        <w:pStyle w:val="BulletedList-Indent"/>
        <w:spacing w:after="0"/>
      </w:pPr>
      <w:r>
        <w:t>Leveraged knowledge of position requirements including Medical Billers and Coders, Payment Adjusters, Claims Adjudicators, and more.</w:t>
      </w:r>
    </w:p>
    <w:p w14:paraId="44BCBDE9" w14:textId="77777777" w:rsidR="00A205C5" w:rsidRPr="0014496D" w:rsidRDefault="00A205C5" w:rsidP="0014496D">
      <w:pPr>
        <w:pStyle w:val="BulletedList-Indent"/>
        <w:numPr>
          <w:ilvl w:val="0"/>
          <w:numId w:val="0"/>
        </w:numPr>
        <w:spacing w:after="0"/>
        <w:ind w:left="720"/>
        <w:rPr>
          <w:sz w:val="12"/>
          <w:szCs w:val="12"/>
        </w:rPr>
      </w:pPr>
    </w:p>
    <w:p w14:paraId="17CE65FE" w14:textId="77777777" w:rsidR="0014496D" w:rsidRDefault="0014496D" w:rsidP="0014496D">
      <w:pPr>
        <w:pStyle w:val="Heading2"/>
        <w:spacing w:after="20"/>
        <w:rPr>
          <w:rStyle w:val="Employer"/>
        </w:rPr>
      </w:pPr>
    </w:p>
    <w:p w14:paraId="642B8CA6" w14:textId="77777777" w:rsidR="0014496D" w:rsidRDefault="0014496D" w:rsidP="0014496D">
      <w:pPr>
        <w:pStyle w:val="CategoryHeading"/>
        <w:spacing w:before="100" w:after="100"/>
        <w:rPr>
          <w:rFonts w:eastAsia="MS Mincho"/>
        </w:rPr>
      </w:pPr>
      <w:r>
        <w:rPr>
          <w:rFonts w:eastAsia="MS Mincho"/>
        </w:rPr>
        <w:t>Professional Experience (Continued)</w:t>
      </w:r>
    </w:p>
    <w:p w14:paraId="75BFB22A" w14:textId="7656B352" w:rsidR="00A205C5" w:rsidRDefault="006A1FFB" w:rsidP="0014496D">
      <w:pPr>
        <w:pStyle w:val="Heading2"/>
        <w:spacing w:after="20"/>
      </w:pPr>
      <w:r>
        <w:rPr>
          <w:rStyle w:val="Employer"/>
        </w:rPr>
        <w:t>Magellan Complete Care</w:t>
      </w:r>
      <w:r w:rsidR="007957A5">
        <w:rPr>
          <w:rStyle w:val="Employer"/>
        </w:rPr>
        <w:t xml:space="preserve"> </w:t>
      </w:r>
      <w:r w:rsidR="004A32C6">
        <w:t>— Miami, FL</w:t>
      </w:r>
    </w:p>
    <w:p w14:paraId="5622EABF" w14:textId="77777777" w:rsidR="00A205C5" w:rsidRDefault="006A1FFB" w:rsidP="0014496D">
      <w:pPr>
        <w:pStyle w:val="Job"/>
        <w:spacing w:before="0" w:after="20"/>
      </w:pPr>
      <w:r>
        <w:rPr>
          <w:rStyle w:val="JobTitle"/>
        </w:rPr>
        <w:t>Customer Service Specialist</w:t>
      </w:r>
      <w:r w:rsidR="00A205C5">
        <w:t xml:space="preserve">, </w:t>
      </w:r>
      <w:r>
        <w:t>2014</w:t>
      </w:r>
      <w:r w:rsidR="00A205C5">
        <w:t xml:space="preserve"> – </w:t>
      </w:r>
      <w:r>
        <w:t>2015</w:t>
      </w:r>
      <w:r w:rsidR="00A205C5">
        <w:t xml:space="preserve">  </w:t>
      </w:r>
    </w:p>
    <w:p w14:paraId="14947409" w14:textId="77777777" w:rsidR="00A205C5" w:rsidRDefault="003F156C" w:rsidP="0014496D">
      <w:pPr>
        <w:pStyle w:val="BulletedList-Indent"/>
        <w:spacing w:after="20"/>
      </w:pPr>
      <w:r>
        <w:t>Provided assistance with member inquiries and issues including handling and documenting complaints, searching for medical providers, and replacing lost or stolen cards.</w:t>
      </w:r>
    </w:p>
    <w:p w14:paraId="1E343E29" w14:textId="77777777" w:rsidR="003F156C" w:rsidRDefault="003F156C" w:rsidP="0014496D">
      <w:pPr>
        <w:pStyle w:val="BulletedList-Indent"/>
        <w:spacing w:after="20"/>
      </w:pPr>
      <w:r>
        <w:t xml:space="preserve">Assisted </w:t>
      </w:r>
      <w:r w:rsidR="00E67417">
        <w:t>medical providers with clams status, appeals status, and prior authorizations.</w:t>
      </w:r>
    </w:p>
    <w:p w14:paraId="554169E9" w14:textId="77777777" w:rsidR="00E67417" w:rsidRDefault="00E67417" w:rsidP="0014496D">
      <w:pPr>
        <w:pStyle w:val="BulletedList-Indent"/>
        <w:spacing w:after="20"/>
      </w:pPr>
      <w:r>
        <w:t>Analyzed and adjusted claims and assisted with provider enrollment.</w:t>
      </w:r>
    </w:p>
    <w:p w14:paraId="4988E044" w14:textId="77777777" w:rsidR="006A1FFB" w:rsidRPr="0014496D" w:rsidRDefault="006A1FFB" w:rsidP="0014496D">
      <w:pPr>
        <w:pStyle w:val="BulletedList-Indent"/>
        <w:numPr>
          <w:ilvl w:val="0"/>
          <w:numId w:val="0"/>
        </w:numPr>
        <w:spacing w:after="20"/>
        <w:ind w:left="720" w:hanging="360"/>
        <w:rPr>
          <w:sz w:val="12"/>
          <w:szCs w:val="12"/>
        </w:rPr>
      </w:pPr>
    </w:p>
    <w:p w14:paraId="23107BA1" w14:textId="2D975044" w:rsidR="006A1FFB" w:rsidRDefault="006A1FFB" w:rsidP="0014496D">
      <w:pPr>
        <w:pStyle w:val="Heading2"/>
        <w:spacing w:after="20"/>
      </w:pPr>
      <w:r>
        <w:rPr>
          <w:rStyle w:val="Employer"/>
        </w:rPr>
        <w:t>SRA International</w:t>
      </w:r>
      <w:r w:rsidR="007957A5">
        <w:rPr>
          <w:rStyle w:val="Employer"/>
        </w:rPr>
        <w:t xml:space="preserve"> </w:t>
      </w:r>
      <w:r>
        <w:t xml:space="preserve">— </w:t>
      </w:r>
      <w:r w:rsidR="004A32C6">
        <w:t>Downtown Miami, FL</w:t>
      </w:r>
    </w:p>
    <w:p w14:paraId="4A638AAE" w14:textId="77777777" w:rsidR="006A1FFB" w:rsidRDefault="003D58B7" w:rsidP="0014496D">
      <w:pPr>
        <w:pStyle w:val="Job"/>
        <w:spacing w:before="0" w:after="20"/>
      </w:pPr>
      <w:r>
        <w:rPr>
          <w:rStyle w:val="JobTitle"/>
        </w:rPr>
        <w:t>Licensed Navigator</w:t>
      </w:r>
      <w:r w:rsidR="006A1FFB">
        <w:t xml:space="preserve">, </w:t>
      </w:r>
      <w:r>
        <w:t>2013</w:t>
      </w:r>
      <w:r w:rsidR="006A1FFB">
        <w:t xml:space="preserve"> – </w:t>
      </w:r>
      <w:r>
        <w:t>2014</w:t>
      </w:r>
      <w:r w:rsidR="006A1FFB">
        <w:t xml:space="preserve">  </w:t>
      </w:r>
    </w:p>
    <w:p w14:paraId="67CC2214" w14:textId="77777777" w:rsidR="006A1FFB" w:rsidRDefault="00E67417" w:rsidP="0014496D">
      <w:pPr>
        <w:pStyle w:val="BulletedList-Indent"/>
        <w:spacing w:after="20"/>
      </w:pPr>
      <w:r>
        <w:t>Provided highest standards of customer service, assisting clients with health coverage applications within the Affordable Care Act marketplace.</w:t>
      </w:r>
    </w:p>
    <w:p w14:paraId="1D44568C" w14:textId="77777777" w:rsidR="00E67417" w:rsidRDefault="00E67417" w:rsidP="0014496D">
      <w:pPr>
        <w:pStyle w:val="BulletedList-Indent"/>
        <w:spacing w:after="20"/>
      </w:pPr>
      <w:r>
        <w:t>Answered inquiries regarding the Affordable Care Act, health insurance, and application guidelines.</w:t>
      </w:r>
    </w:p>
    <w:p w14:paraId="61B9074F" w14:textId="77777777" w:rsidR="00E67417" w:rsidRPr="002260D6" w:rsidRDefault="00E67417" w:rsidP="0014496D">
      <w:pPr>
        <w:pStyle w:val="BulletedList-Indent"/>
        <w:spacing w:after="20"/>
      </w:pPr>
      <w:r>
        <w:t>Maintained compliance with all relevant policies, procedures, and standards.</w:t>
      </w:r>
    </w:p>
    <w:p w14:paraId="125A425C" w14:textId="77777777" w:rsidR="006A1FFB" w:rsidRPr="0014496D" w:rsidRDefault="006A1FFB" w:rsidP="0014496D">
      <w:pPr>
        <w:pStyle w:val="BulletedList-Indent"/>
        <w:numPr>
          <w:ilvl w:val="0"/>
          <w:numId w:val="0"/>
        </w:numPr>
        <w:spacing w:after="20"/>
        <w:ind w:left="720"/>
        <w:rPr>
          <w:sz w:val="12"/>
          <w:szCs w:val="12"/>
        </w:rPr>
      </w:pPr>
    </w:p>
    <w:p w14:paraId="2BB0830A" w14:textId="0D843312" w:rsidR="006A1FFB" w:rsidRDefault="003D58B7" w:rsidP="0014496D">
      <w:pPr>
        <w:pStyle w:val="Heading2"/>
        <w:spacing w:after="20"/>
      </w:pPr>
      <w:r>
        <w:rPr>
          <w:rStyle w:val="Employer"/>
        </w:rPr>
        <w:t>ADP Total Source</w:t>
      </w:r>
      <w:r w:rsidR="007957A5">
        <w:rPr>
          <w:rStyle w:val="Employer"/>
        </w:rPr>
        <w:t xml:space="preserve"> </w:t>
      </w:r>
      <w:r w:rsidR="006A1FFB">
        <w:t xml:space="preserve">— </w:t>
      </w:r>
      <w:r w:rsidR="004A32C6">
        <w:t>Miami, FL</w:t>
      </w:r>
    </w:p>
    <w:p w14:paraId="2D9FD247" w14:textId="77777777" w:rsidR="006A1FFB" w:rsidRDefault="003D58B7" w:rsidP="0014496D">
      <w:pPr>
        <w:pStyle w:val="Job"/>
        <w:spacing w:before="0" w:after="20"/>
      </w:pPr>
      <w:r>
        <w:rPr>
          <w:rStyle w:val="JobTitle"/>
        </w:rPr>
        <w:t>Call Center Customer Service Rep</w:t>
      </w:r>
      <w:r w:rsidR="006A1FFB">
        <w:t xml:space="preserve">, </w:t>
      </w:r>
      <w:r>
        <w:t>2013</w:t>
      </w:r>
      <w:r w:rsidR="006A1FFB">
        <w:t xml:space="preserve"> </w:t>
      </w:r>
    </w:p>
    <w:p w14:paraId="6752B7BF" w14:textId="77777777" w:rsidR="006A1FFB" w:rsidRDefault="00E67417" w:rsidP="0014496D">
      <w:pPr>
        <w:pStyle w:val="BulletedList-Indent"/>
        <w:spacing w:after="20"/>
      </w:pPr>
      <w:r>
        <w:t>Delivered exceptional customer service over the phone, following company policies.</w:t>
      </w:r>
    </w:p>
    <w:p w14:paraId="6B5FFEF0" w14:textId="77777777" w:rsidR="00E67417" w:rsidRDefault="00E67417" w:rsidP="0014496D">
      <w:pPr>
        <w:pStyle w:val="BulletedList-Indent"/>
        <w:spacing w:after="20"/>
      </w:pPr>
      <w:r>
        <w:t>Assisted employees from ADP clients under total source division, answering payroll inquiries, assisting with benefits enrollment, and providing website support and resets.</w:t>
      </w:r>
    </w:p>
    <w:p w14:paraId="5CC4343F" w14:textId="77777777" w:rsidR="00E67417" w:rsidRPr="002260D6" w:rsidRDefault="00E67417" w:rsidP="0014496D">
      <w:pPr>
        <w:pStyle w:val="BulletedList-Indent"/>
        <w:spacing w:after="20"/>
      </w:pPr>
      <w:r>
        <w:t>Provided assistance with Human Resources issues knowledgeably.</w:t>
      </w:r>
    </w:p>
    <w:p w14:paraId="6E1546DA" w14:textId="77777777" w:rsidR="006A1FFB" w:rsidRPr="0014496D" w:rsidRDefault="006A1FFB" w:rsidP="0014496D">
      <w:pPr>
        <w:pStyle w:val="BulletedList-Indent"/>
        <w:numPr>
          <w:ilvl w:val="0"/>
          <w:numId w:val="0"/>
        </w:numPr>
        <w:spacing w:after="20"/>
        <w:ind w:left="720"/>
        <w:rPr>
          <w:sz w:val="12"/>
          <w:szCs w:val="12"/>
        </w:rPr>
      </w:pPr>
    </w:p>
    <w:p w14:paraId="414BFD99" w14:textId="7E252E23" w:rsidR="006A1FFB" w:rsidRDefault="003D58B7" w:rsidP="0014496D">
      <w:pPr>
        <w:pStyle w:val="Heading2"/>
        <w:spacing w:after="20"/>
      </w:pPr>
      <w:r>
        <w:rPr>
          <w:rStyle w:val="Employer"/>
        </w:rPr>
        <w:t>Visa</w:t>
      </w:r>
      <w:r w:rsidR="007957A5">
        <w:rPr>
          <w:rStyle w:val="Employer"/>
        </w:rPr>
        <w:t xml:space="preserve"> </w:t>
      </w:r>
      <w:r w:rsidR="004A32C6">
        <w:t>— Miami, FL</w:t>
      </w:r>
    </w:p>
    <w:p w14:paraId="1B4CBFB6" w14:textId="77777777" w:rsidR="006A1FFB" w:rsidRDefault="003D58B7" w:rsidP="0014496D">
      <w:pPr>
        <w:pStyle w:val="Job"/>
        <w:spacing w:before="0" w:after="20"/>
      </w:pPr>
      <w:r>
        <w:rPr>
          <w:rStyle w:val="JobTitle"/>
        </w:rPr>
        <w:t>Call Center Customer Service Rep</w:t>
      </w:r>
      <w:r w:rsidR="006A1FFB">
        <w:t xml:space="preserve">, </w:t>
      </w:r>
      <w:r>
        <w:t>2012</w:t>
      </w:r>
      <w:r w:rsidR="006A1FFB">
        <w:t xml:space="preserve"> – </w:t>
      </w:r>
      <w:r>
        <w:t>2013</w:t>
      </w:r>
      <w:r w:rsidR="006A1FFB">
        <w:t xml:space="preserve">  </w:t>
      </w:r>
    </w:p>
    <w:p w14:paraId="6A635685" w14:textId="77777777" w:rsidR="006A1FFB" w:rsidRDefault="008764F1" w:rsidP="0014496D">
      <w:pPr>
        <w:pStyle w:val="BulletedList-Indent"/>
        <w:spacing w:after="20"/>
      </w:pPr>
      <w:r>
        <w:t>Provided knowledgeable customer service efficiently.</w:t>
      </w:r>
    </w:p>
    <w:p w14:paraId="7FFB2F5D" w14:textId="77777777" w:rsidR="008764F1" w:rsidRDefault="008764F1" w:rsidP="0014496D">
      <w:pPr>
        <w:pStyle w:val="BulletedList-Indent"/>
        <w:spacing w:after="20"/>
      </w:pPr>
      <w:r>
        <w:t>Performed troubleshooting for cardholders with prepaid cards effectively.</w:t>
      </w:r>
    </w:p>
    <w:p w14:paraId="6254F712" w14:textId="77777777" w:rsidR="008764F1" w:rsidRPr="002260D6" w:rsidRDefault="008764F1" w:rsidP="0014496D">
      <w:pPr>
        <w:pStyle w:val="BulletedList-Indent"/>
        <w:spacing w:after="20"/>
      </w:pPr>
      <w:r>
        <w:t>Ensured adherence with company standards and policies.</w:t>
      </w:r>
    </w:p>
    <w:p w14:paraId="70976A24" w14:textId="77777777" w:rsidR="006A1FFB" w:rsidRPr="0014496D" w:rsidRDefault="006A1FFB" w:rsidP="0014496D">
      <w:pPr>
        <w:pStyle w:val="BulletedList-Indent"/>
        <w:numPr>
          <w:ilvl w:val="0"/>
          <w:numId w:val="0"/>
        </w:numPr>
        <w:spacing w:after="20"/>
        <w:ind w:left="720"/>
        <w:rPr>
          <w:sz w:val="12"/>
          <w:szCs w:val="12"/>
        </w:rPr>
      </w:pPr>
    </w:p>
    <w:p w14:paraId="7BCFE9E6" w14:textId="0A89B4A0" w:rsidR="006A1FFB" w:rsidRDefault="003D58B7" w:rsidP="0014496D">
      <w:pPr>
        <w:pStyle w:val="Heading2"/>
        <w:spacing w:after="20"/>
      </w:pPr>
      <w:r>
        <w:rPr>
          <w:rStyle w:val="Employer"/>
        </w:rPr>
        <w:t>Best Buy</w:t>
      </w:r>
      <w:r w:rsidR="004A32C6">
        <w:t xml:space="preserve"> — Miami, FL</w:t>
      </w:r>
    </w:p>
    <w:p w14:paraId="724D2273" w14:textId="77777777" w:rsidR="006A1FFB" w:rsidRDefault="003D58B7" w:rsidP="0014496D">
      <w:pPr>
        <w:pStyle w:val="Job"/>
        <w:spacing w:before="0" w:after="20"/>
      </w:pPr>
      <w:r>
        <w:rPr>
          <w:rStyle w:val="JobTitle"/>
        </w:rPr>
        <w:t>Musical Instruments Specialist</w:t>
      </w:r>
      <w:r w:rsidR="006A1FFB">
        <w:t xml:space="preserve">, </w:t>
      </w:r>
      <w:r>
        <w:t>2011</w:t>
      </w:r>
      <w:r w:rsidR="006A1FFB">
        <w:t xml:space="preserve"> – </w:t>
      </w:r>
      <w:r>
        <w:t>2012</w:t>
      </w:r>
      <w:r w:rsidR="006A1FFB">
        <w:t xml:space="preserve">  </w:t>
      </w:r>
    </w:p>
    <w:p w14:paraId="142F8666" w14:textId="77777777" w:rsidR="006A1FFB" w:rsidRDefault="00824091" w:rsidP="0014496D">
      <w:pPr>
        <w:pStyle w:val="BulletedList-Indent"/>
        <w:spacing w:after="20"/>
      </w:pPr>
      <w:r>
        <w:t>Sold musical instruments and accessories effectively, providing professional knowledge of software and instruments.</w:t>
      </w:r>
    </w:p>
    <w:p w14:paraId="7E43AAD4" w14:textId="77777777" w:rsidR="0014496D" w:rsidRDefault="0014496D" w:rsidP="0014496D">
      <w:pPr>
        <w:pStyle w:val="BulletedList-Indent"/>
        <w:spacing w:after="20"/>
      </w:pPr>
      <w:r>
        <w:t>Collaborated with colleagues and management to align and achieve goals.</w:t>
      </w:r>
    </w:p>
    <w:p w14:paraId="04FD7491" w14:textId="77777777" w:rsidR="0014496D" w:rsidRDefault="0014496D" w:rsidP="0014496D">
      <w:pPr>
        <w:pStyle w:val="BulletedList-Indent"/>
        <w:spacing w:after="20"/>
      </w:pPr>
      <w:r>
        <w:t>Maintained compliance with standards and regulations.</w:t>
      </w:r>
    </w:p>
    <w:p w14:paraId="0A6D815F" w14:textId="77777777" w:rsidR="003D58B7" w:rsidRDefault="003D58B7" w:rsidP="0014496D">
      <w:pPr>
        <w:pStyle w:val="CategoryHeading"/>
        <w:spacing w:before="100" w:after="100"/>
        <w:rPr>
          <w:rFonts w:eastAsia="MS Mincho"/>
        </w:rPr>
      </w:pPr>
      <w:r>
        <w:rPr>
          <w:rFonts w:eastAsia="MS Mincho"/>
        </w:rPr>
        <w:lastRenderedPageBreak/>
        <w:t>Relevant Skills</w:t>
      </w:r>
    </w:p>
    <w:p w14:paraId="2608D0D0" w14:textId="1B80BC40" w:rsidR="003D58B7" w:rsidRPr="00C50F77" w:rsidRDefault="00C50F77" w:rsidP="003D58B7">
      <w:pPr>
        <w:pStyle w:val="BulletedList-Indent"/>
        <w:rPr>
          <w:b/>
        </w:rPr>
      </w:pPr>
      <w:r>
        <w:rPr>
          <w:b/>
        </w:rPr>
        <w:t xml:space="preserve">Technical Skills: </w:t>
      </w:r>
      <w:r>
        <w:t xml:space="preserve">Data Collection and Entry, </w:t>
      </w:r>
      <w:r w:rsidR="005B1BD0">
        <w:t xml:space="preserve">IT support, </w:t>
      </w:r>
      <w:r>
        <w:t>Microsoft Word and Excel</w:t>
      </w:r>
      <w:r w:rsidR="00082846">
        <w:t>, SharePoint, Oracle</w:t>
      </w:r>
    </w:p>
    <w:p w14:paraId="3B3F70FD" w14:textId="77777777" w:rsidR="006A1FFB" w:rsidRPr="0014496D" w:rsidRDefault="00C50F77" w:rsidP="0014496D">
      <w:pPr>
        <w:pStyle w:val="BulletedList-Indent"/>
        <w:rPr>
          <w:b/>
        </w:rPr>
      </w:pPr>
      <w:r>
        <w:rPr>
          <w:b/>
        </w:rPr>
        <w:t xml:space="preserve">Language Skills: </w:t>
      </w:r>
      <w:r>
        <w:t>Fluent in English and Spanish</w:t>
      </w:r>
    </w:p>
    <w:p w14:paraId="0BDE60F2" w14:textId="77777777" w:rsidR="005D674B" w:rsidRDefault="00DA39F8" w:rsidP="0014496D">
      <w:pPr>
        <w:pStyle w:val="CategoryHeading"/>
        <w:spacing w:before="100" w:after="100"/>
        <w:rPr>
          <w:rFonts w:eastAsia="MS Mincho"/>
        </w:rPr>
      </w:pPr>
      <w:r>
        <w:rPr>
          <w:rFonts w:eastAsia="MS Mincho"/>
        </w:rPr>
        <w:t>E</w:t>
      </w:r>
      <w:r w:rsidR="00A205C5">
        <w:rPr>
          <w:rFonts w:eastAsia="MS Mincho"/>
        </w:rPr>
        <w:t>ducation</w:t>
      </w:r>
    </w:p>
    <w:p w14:paraId="6D39DEE1" w14:textId="50E1918E" w:rsidR="002023AE" w:rsidRDefault="006A2D5B" w:rsidP="00F17625">
      <w:pPr>
        <w:pStyle w:val="Heading2"/>
        <w:rPr>
          <w:szCs w:val="21"/>
        </w:rPr>
      </w:pPr>
      <w:r>
        <w:rPr>
          <w:rStyle w:val="Employer"/>
        </w:rPr>
        <w:t xml:space="preserve">courseworK </w:t>
      </w:r>
      <w:r w:rsidR="003D58B7">
        <w:rPr>
          <w:rStyle w:val="Employer"/>
        </w:rPr>
        <w:t>in Music Business and Creative Production</w:t>
      </w:r>
    </w:p>
    <w:p w14:paraId="60285C11" w14:textId="4EFF74BF" w:rsidR="008763AD" w:rsidRDefault="004A32C6" w:rsidP="002260D6">
      <w:pPr>
        <w:pStyle w:val="CollegeDegree"/>
        <w:rPr>
          <w:rStyle w:val="JobChar"/>
        </w:rPr>
      </w:pPr>
      <w:r>
        <w:rPr>
          <w:rStyle w:val="JobChar"/>
        </w:rPr>
        <w:t xml:space="preserve">Miami-Dade College, Miami, </w:t>
      </w:r>
      <w:r w:rsidR="006A2D5B">
        <w:rPr>
          <w:rStyle w:val="JobChar"/>
        </w:rPr>
        <w:t>FL 2011</w:t>
      </w:r>
    </w:p>
    <w:p w14:paraId="0760DB9C" w14:textId="77777777" w:rsidR="00EC257A" w:rsidRDefault="00EC257A" w:rsidP="002260D6">
      <w:pPr>
        <w:pStyle w:val="CollegeDegree"/>
        <w:rPr>
          <w:rFonts w:asciiTheme="minorHAnsi" w:hAnsiTheme="minorHAnsi"/>
          <w:sz w:val="19"/>
          <w:szCs w:val="19"/>
        </w:rPr>
      </w:pPr>
    </w:p>
    <w:p w14:paraId="29D5A493" w14:textId="77777777" w:rsidR="00EC257A" w:rsidRDefault="00EC257A" w:rsidP="002260D6">
      <w:pPr>
        <w:pStyle w:val="CollegeDegree"/>
        <w:rPr>
          <w:rFonts w:asciiTheme="minorHAnsi" w:hAnsiTheme="minorHAnsi"/>
          <w:sz w:val="19"/>
          <w:szCs w:val="19"/>
        </w:rPr>
      </w:pPr>
    </w:p>
    <w:p w14:paraId="04175806" w14:textId="77777777" w:rsidR="00EC257A" w:rsidRPr="00EC257A" w:rsidRDefault="00EC257A" w:rsidP="00EC257A">
      <w:pPr>
        <w:pStyle w:val="CollegeDegree"/>
        <w:jc w:val="center"/>
        <w:rPr>
          <w:rFonts w:asciiTheme="minorHAnsi" w:hAnsiTheme="minorHAnsi"/>
          <w:b/>
          <w:i/>
          <w:sz w:val="19"/>
          <w:szCs w:val="19"/>
        </w:rPr>
      </w:pPr>
      <w:r>
        <w:rPr>
          <w:rFonts w:asciiTheme="minorHAnsi" w:hAnsiTheme="minorHAnsi"/>
          <w:b/>
          <w:i/>
          <w:sz w:val="19"/>
          <w:szCs w:val="19"/>
        </w:rPr>
        <w:t>References available upon request.</w:t>
      </w:r>
    </w:p>
    <w:sectPr w:rsidR="00EC257A" w:rsidRPr="00EC257A" w:rsidSect="00793AC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720" w:right="1152" w:bottom="720" w:left="1152" w:header="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93736" w14:textId="77777777" w:rsidR="00E42145" w:rsidRDefault="00E42145">
      <w:r>
        <w:separator/>
      </w:r>
    </w:p>
  </w:endnote>
  <w:endnote w:type="continuationSeparator" w:id="0">
    <w:p w14:paraId="6CA33D8B" w14:textId="77777777" w:rsidR="00E42145" w:rsidRDefault="00E42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hell Dlg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9EED3" w14:textId="77777777" w:rsidR="00D959C2" w:rsidRDefault="00D959C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602C3" w14:textId="77777777" w:rsidR="002C51C2" w:rsidRDefault="002C51C2">
    <w:pPr>
      <w:pStyle w:val="Footer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BD676" w14:textId="77777777" w:rsidR="002C51C2" w:rsidRDefault="002C51C2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6BC860" w14:textId="77777777" w:rsidR="00E42145" w:rsidRDefault="00E42145">
      <w:r>
        <w:separator/>
      </w:r>
    </w:p>
  </w:footnote>
  <w:footnote w:type="continuationSeparator" w:id="0">
    <w:p w14:paraId="4BB3F1E9" w14:textId="77777777" w:rsidR="00E42145" w:rsidRDefault="00E421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FCF2F" w14:textId="77777777" w:rsidR="00D959C2" w:rsidRDefault="00D959C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78728" w14:textId="77777777" w:rsidR="002C51C2" w:rsidRDefault="002C51C2"/>
  <w:tbl>
    <w:tblPr>
      <w:tblW w:w="0" w:type="auto"/>
      <w:tblLook w:val="0000" w:firstRow="0" w:lastRow="0" w:firstColumn="0" w:lastColumn="0" w:noHBand="0" w:noVBand="0"/>
    </w:tblPr>
    <w:tblGrid>
      <w:gridCol w:w="4245"/>
      <w:gridCol w:w="5691"/>
    </w:tblGrid>
    <w:tr w:rsidR="002C51C2" w14:paraId="30A80749" w14:textId="77777777">
      <w:tc>
        <w:tcPr>
          <w:tcW w:w="4302" w:type="dxa"/>
          <w:vAlign w:val="bottom"/>
        </w:tcPr>
        <w:p w14:paraId="2268FD73" w14:textId="77777777" w:rsidR="002C51C2" w:rsidRDefault="0014496D" w:rsidP="008763AD">
          <w:pPr>
            <w:pStyle w:val="Name-Header"/>
          </w:pPr>
          <w:r>
            <w:rPr>
              <w:szCs w:val="19"/>
            </w:rPr>
            <w:t>Bruce Arbelaez</w:t>
          </w:r>
        </w:p>
      </w:tc>
      <w:tc>
        <w:tcPr>
          <w:tcW w:w="5790" w:type="dxa"/>
          <w:vAlign w:val="bottom"/>
        </w:tcPr>
        <w:p w14:paraId="30CFD841" w14:textId="5FE622E8" w:rsidR="002C51C2" w:rsidRDefault="002C51C2" w:rsidP="00F17625">
          <w:pPr>
            <w:autoSpaceDE w:val="0"/>
            <w:autoSpaceDN w:val="0"/>
            <w:adjustRightInd w:val="0"/>
            <w:spacing w:before="120"/>
            <w:jc w:val="right"/>
            <w:rPr>
              <w:sz w:val="19"/>
              <w:szCs w:val="19"/>
            </w:rPr>
          </w:pPr>
          <w:r>
            <w:rPr>
              <w:rStyle w:val="PhoneNumber"/>
            </w:rPr>
            <w:t xml:space="preserve">Phone: </w:t>
          </w:r>
          <w:r w:rsidR="0014496D">
            <w:rPr>
              <w:rStyle w:val="PhoneNumber"/>
            </w:rPr>
            <w:t>(786) 564-3733</w:t>
          </w:r>
          <w:r>
            <w:rPr>
              <w:sz w:val="19"/>
              <w:szCs w:val="19"/>
            </w:rPr>
            <w:t xml:space="preserve">  </w:t>
          </w:r>
          <w:r>
            <w:rPr>
              <w:rFonts w:eastAsia="MS Mincho" w:cs="Arial"/>
              <w:sz w:val="14"/>
            </w:rPr>
            <w:sym w:font="Wingdings" w:char="F06E"/>
          </w:r>
          <w:r>
            <w:rPr>
              <w:sz w:val="19"/>
              <w:szCs w:val="19"/>
            </w:rPr>
            <w:t xml:space="preserve">  </w:t>
          </w:r>
          <w:r>
            <w:rPr>
              <w:rStyle w:val="PageNumber"/>
            </w:rPr>
            <w:t xml:space="preserve">Page </w:t>
          </w:r>
          <w:r>
            <w:rPr>
              <w:rStyle w:val="PageNumber"/>
            </w:rPr>
            <w:fldChar w:fldCharType="begin"/>
          </w:r>
          <w:r>
            <w:rPr>
              <w:rStyle w:val="PageNumber"/>
            </w:rPr>
            <w:instrText xml:space="preserve"> PAGE </w:instrText>
          </w:r>
          <w:r>
            <w:rPr>
              <w:rStyle w:val="PageNumber"/>
            </w:rPr>
            <w:fldChar w:fldCharType="separate"/>
          </w:r>
          <w:r w:rsidR="00EF2D3C">
            <w:rPr>
              <w:rStyle w:val="PageNumber"/>
              <w:noProof/>
            </w:rPr>
            <w:t>3</w:t>
          </w:r>
          <w:r>
            <w:rPr>
              <w:rStyle w:val="PageNumber"/>
            </w:rPr>
            <w:fldChar w:fldCharType="end"/>
          </w:r>
        </w:p>
      </w:tc>
    </w:tr>
  </w:tbl>
  <w:p w14:paraId="392C54E9" w14:textId="77777777" w:rsidR="002C51C2" w:rsidRDefault="002C51C2" w:rsidP="0085124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F761E" w14:textId="77777777" w:rsidR="00D959C2" w:rsidRDefault="00D959C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65895A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62ECA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AA616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8F4BF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2EAAF2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9EE275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71AAAC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C626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72A91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3C2FB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CCE7BF3"/>
    <w:multiLevelType w:val="hybridMultilevel"/>
    <w:tmpl w:val="DCCADC9E"/>
    <w:lvl w:ilvl="0" w:tplc="0AACAE3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35325A"/>
    <w:multiLevelType w:val="hybridMultilevel"/>
    <w:tmpl w:val="A25AC89E"/>
    <w:lvl w:ilvl="0" w:tplc="0AACAE3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6B52C6"/>
    <w:multiLevelType w:val="hybridMultilevel"/>
    <w:tmpl w:val="68842F08"/>
    <w:lvl w:ilvl="0" w:tplc="6988EE14">
      <w:start w:val="1"/>
      <w:numFmt w:val="bullet"/>
      <w:lvlText w:val=""/>
      <w:lvlJc w:val="left"/>
      <w:pPr>
        <w:tabs>
          <w:tab w:val="num" w:pos="792"/>
        </w:tabs>
        <w:ind w:left="792" w:hanging="432"/>
      </w:pPr>
      <w:rPr>
        <w:rFonts w:ascii="Wingdings 2" w:hAnsi="Wingdings 2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F41691F"/>
    <w:multiLevelType w:val="hybridMultilevel"/>
    <w:tmpl w:val="ED3CA046"/>
    <w:lvl w:ilvl="0" w:tplc="7E46DC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FE85B1F"/>
    <w:multiLevelType w:val="hybridMultilevel"/>
    <w:tmpl w:val="E434561C"/>
    <w:lvl w:ilvl="0" w:tplc="E5E63CCE">
      <w:start w:val="1"/>
      <w:numFmt w:val="bullet"/>
      <w:lvlText w:val="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4332C42"/>
    <w:multiLevelType w:val="hybridMultilevel"/>
    <w:tmpl w:val="510466DA"/>
    <w:lvl w:ilvl="0" w:tplc="0AACAE3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4C173BD"/>
    <w:multiLevelType w:val="hybridMultilevel"/>
    <w:tmpl w:val="BE02C5F0"/>
    <w:lvl w:ilvl="0" w:tplc="6988EE14">
      <w:start w:val="1"/>
      <w:numFmt w:val="bullet"/>
      <w:lvlText w:val=""/>
      <w:lvlJc w:val="left"/>
      <w:pPr>
        <w:tabs>
          <w:tab w:val="num" w:pos="792"/>
        </w:tabs>
        <w:ind w:left="792" w:hanging="432"/>
      </w:pPr>
      <w:rPr>
        <w:rFonts w:ascii="Wingdings 2" w:hAnsi="Wingdings 2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7D505BC"/>
    <w:multiLevelType w:val="hybridMultilevel"/>
    <w:tmpl w:val="D9D69996"/>
    <w:lvl w:ilvl="0" w:tplc="775A1FCE">
      <w:start w:val="1"/>
      <w:numFmt w:val="bullet"/>
      <w:pStyle w:val="BulletedList"/>
      <w:lvlText w:val="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sz w:val="20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CAF24D1"/>
    <w:multiLevelType w:val="hybridMultilevel"/>
    <w:tmpl w:val="1FA6741E"/>
    <w:lvl w:ilvl="0" w:tplc="0AACAE3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E27497"/>
    <w:multiLevelType w:val="hybridMultilevel"/>
    <w:tmpl w:val="3C945996"/>
    <w:lvl w:ilvl="0" w:tplc="0AACAE3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CB13635"/>
    <w:multiLevelType w:val="hybridMultilevel"/>
    <w:tmpl w:val="B9F0DB20"/>
    <w:lvl w:ilvl="0" w:tplc="0409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D1708C3"/>
    <w:multiLevelType w:val="hybridMultilevel"/>
    <w:tmpl w:val="AB86E238"/>
    <w:lvl w:ilvl="0" w:tplc="0AACAE3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162C1B"/>
    <w:multiLevelType w:val="hybridMultilevel"/>
    <w:tmpl w:val="222A13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A604583"/>
    <w:multiLevelType w:val="hybridMultilevel"/>
    <w:tmpl w:val="F104B15A"/>
    <w:lvl w:ilvl="0" w:tplc="3078C050">
      <w:start w:val="1"/>
      <w:numFmt w:val="bullet"/>
      <w:lvlText w:val="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9B35C0"/>
    <w:multiLevelType w:val="hybridMultilevel"/>
    <w:tmpl w:val="785E1D3E"/>
    <w:lvl w:ilvl="0" w:tplc="0AACAE3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141614"/>
    <w:multiLevelType w:val="hybridMultilevel"/>
    <w:tmpl w:val="6A28028A"/>
    <w:lvl w:ilvl="0" w:tplc="6988EE14">
      <w:start w:val="1"/>
      <w:numFmt w:val="bullet"/>
      <w:lvlText w:val="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CC3474"/>
    <w:multiLevelType w:val="hybridMultilevel"/>
    <w:tmpl w:val="FC70F188"/>
    <w:lvl w:ilvl="0" w:tplc="0AACAE3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CE5A2F"/>
    <w:multiLevelType w:val="multilevel"/>
    <w:tmpl w:val="785E1D3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0C5EC1"/>
    <w:multiLevelType w:val="hybridMultilevel"/>
    <w:tmpl w:val="9DC4FFB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511230"/>
    <w:multiLevelType w:val="hybridMultilevel"/>
    <w:tmpl w:val="F692F13C"/>
    <w:lvl w:ilvl="0" w:tplc="0AACAE3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D25ADC"/>
    <w:multiLevelType w:val="hybridMultilevel"/>
    <w:tmpl w:val="89AADB5E"/>
    <w:lvl w:ilvl="0" w:tplc="5BD0C248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  <w:sz w:val="1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7A1B6D"/>
    <w:multiLevelType w:val="hybridMultilevel"/>
    <w:tmpl w:val="D0C6FD00"/>
    <w:lvl w:ilvl="0" w:tplc="0AACAE3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47618C"/>
    <w:multiLevelType w:val="hybridMultilevel"/>
    <w:tmpl w:val="FDFAF186"/>
    <w:lvl w:ilvl="0" w:tplc="6988EE14">
      <w:start w:val="1"/>
      <w:numFmt w:val="bullet"/>
      <w:lvlText w:val=""/>
      <w:lvlJc w:val="left"/>
      <w:pPr>
        <w:tabs>
          <w:tab w:val="num" w:pos="792"/>
        </w:tabs>
        <w:ind w:left="792" w:hanging="432"/>
      </w:pPr>
      <w:rPr>
        <w:rFonts w:ascii="Wingdings 2" w:hAnsi="Wingdings 2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EB35AD"/>
    <w:multiLevelType w:val="hybridMultilevel"/>
    <w:tmpl w:val="F0DE170E"/>
    <w:lvl w:ilvl="0" w:tplc="D79ABB7A">
      <w:start w:val="1"/>
      <w:numFmt w:val="bullet"/>
      <w:lvlText w:val="¿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420C65"/>
    <w:multiLevelType w:val="hybridMultilevel"/>
    <w:tmpl w:val="B1ACB184"/>
    <w:lvl w:ilvl="0" w:tplc="D56E6EAA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1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FD6567"/>
    <w:multiLevelType w:val="multilevel"/>
    <w:tmpl w:val="7EDA0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398585B"/>
    <w:multiLevelType w:val="hybridMultilevel"/>
    <w:tmpl w:val="EC5AC1E2"/>
    <w:lvl w:ilvl="0" w:tplc="AC9C578A">
      <w:start w:val="1"/>
      <w:numFmt w:val="bullet"/>
      <w:lvlText w:val=""/>
      <w:lvlJc w:val="left"/>
      <w:pPr>
        <w:tabs>
          <w:tab w:val="num" w:pos="792"/>
        </w:tabs>
        <w:ind w:left="792" w:hanging="432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944102"/>
    <w:multiLevelType w:val="hybridMultilevel"/>
    <w:tmpl w:val="73806012"/>
    <w:lvl w:ilvl="0" w:tplc="099C1A5E">
      <w:start w:val="1"/>
      <w:numFmt w:val="bullet"/>
      <w:lvlText w:val="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  <w:sz w:val="1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C65BF1"/>
    <w:multiLevelType w:val="hybridMultilevel"/>
    <w:tmpl w:val="DE9C9ACA"/>
    <w:lvl w:ilvl="0" w:tplc="0AACAE3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97110813">
    <w:abstractNumId w:val="29"/>
  </w:num>
  <w:num w:numId="2" w16cid:durableId="1700202032">
    <w:abstractNumId w:val="18"/>
  </w:num>
  <w:num w:numId="3" w16cid:durableId="285965971">
    <w:abstractNumId w:val="11"/>
  </w:num>
  <w:num w:numId="4" w16cid:durableId="1651665832">
    <w:abstractNumId w:val="38"/>
  </w:num>
  <w:num w:numId="5" w16cid:durableId="1938707065">
    <w:abstractNumId w:val="26"/>
  </w:num>
  <w:num w:numId="6" w16cid:durableId="1275870852">
    <w:abstractNumId w:val="24"/>
  </w:num>
  <w:num w:numId="7" w16cid:durableId="887839128">
    <w:abstractNumId w:val="10"/>
  </w:num>
  <w:num w:numId="8" w16cid:durableId="1028143451">
    <w:abstractNumId w:val="21"/>
  </w:num>
  <w:num w:numId="9" w16cid:durableId="175190660">
    <w:abstractNumId w:val="15"/>
  </w:num>
  <w:num w:numId="10" w16cid:durableId="133911908">
    <w:abstractNumId w:val="19"/>
  </w:num>
  <w:num w:numId="11" w16cid:durableId="301692420">
    <w:abstractNumId w:val="22"/>
  </w:num>
  <w:num w:numId="12" w16cid:durableId="774445748">
    <w:abstractNumId w:val="31"/>
  </w:num>
  <w:num w:numId="13" w16cid:durableId="1261644127">
    <w:abstractNumId w:val="37"/>
  </w:num>
  <w:num w:numId="14" w16cid:durableId="628433131">
    <w:abstractNumId w:val="28"/>
  </w:num>
  <w:num w:numId="15" w16cid:durableId="757484141">
    <w:abstractNumId w:val="34"/>
  </w:num>
  <w:num w:numId="16" w16cid:durableId="871578378">
    <w:abstractNumId w:val="35"/>
  </w:num>
  <w:num w:numId="17" w16cid:durableId="1896575561">
    <w:abstractNumId w:val="30"/>
  </w:num>
  <w:num w:numId="18" w16cid:durableId="75635587">
    <w:abstractNumId w:val="27"/>
  </w:num>
  <w:num w:numId="19" w16cid:durableId="145779141">
    <w:abstractNumId w:val="36"/>
  </w:num>
  <w:num w:numId="20" w16cid:durableId="1630281472">
    <w:abstractNumId w:val="20"/>
  </w:num>
  <w:num w:numId="21" w16cid:durableId="805201664">
    <w:abstractNumId w:val="14"/>
  </w:num>
  <w:num w:numId="22" w16cid:durableId="650518707">
    <w:abstractNumId w:val="23"/>
  </w:num>
  <w:num w:numId="23" w16cid:durableId="1185748206">
    <w:abstractNumId w:val="33"/>
  </w:num>
  <w:num w:numId="24" w16cid:durableId="475755164">
    <w:abstractNumId w:val="17"/>
  </w:num>
  <w:num w:numId="25" w16cid:durableId="860972069">
    <w:abstractNumId w:val="12"/>
  </w:num>
  <w:num w:numId="26" w16cid:durableId="1009873271">
    <w:abstractNumId w:val="32"/>
  </w:num>
  <w:num w:numId="27" w16cid:durableId="389882209">
    <w:abstractNumId w:val="16"/>
  </w:num>
  <w:num w:numId="28" w16cid:durableId="1891574723">
    <w:abstractNumId w:val="25"/>
  </w:num>
  <w:num w:numId="29" w16cid:durableId="352927680">
    <w:abstractNumId w:val="9"/>
  </w:num>
  <w:num w:numId="30" w16cid:durableId="99843353">
    <w:abstractNumId w:val="7"/>
  </w:num>
  <w:num w:numId="31" w16cid:durableId="1364869195">
    <w:abstractNumId w:val="6"/>
  </w:num>
  <w:num w:numId="32" w16cid:durableId="899557852">
    <w:abstractNumId w:val="5"/>
  </w:num>
  <w:num w:numId="33" w16cid:durableId="1373191654">
    <w:abstractNumId w:val="4"/>
  </w:num>
  <w:num w:numId="34" w16cid:durableId="274873041">
    <w:abstractNumId w:val="8"/>
  </w:num>
  <w:num w:numId="35" w16cid:durableId="630399922">
    <w:abstractNumId w:val="3"/>
  </w:num>
  <w:num w:numId="36" w16cid:durableId="2033260202">
    <w:abstractNumId w:val="2"/>
  </w:num>
  <w:num w:numId="37" w16cid:durableId="719942408">
    <w:abstractNumId w:val="1"/>
  </w:num>
  <w:num w:numId="38" w16cid:durableId="1265918167">
    <w:abstractNumId w:val="0"/>
  </w:num>
  <w:num w:numId="39" w16cid:durableId="169884906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attachedTemplate r:id="rId1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20"/>
  <w:drawingGridHorizontalSpacing w:val="120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2AC2"/>
    <w:rsid w:val="00040901"/>
    <w:rsid w:val="0005133D"/>
    <w:rsid w:val="000552C2"/>
    <w:rsid w:val="00056637"/>
    <w:rsid w:val="00080062"/>
    <w:rsid w:val="00082846"/>
    <w:rsid w:val="000A544E"/>
    <w:rsid w:val="000B1AD4"/>
    <w:rsid w:val="000F7F13"/>
    <w:rsid w:val="00107280"/>
    <w:rsid w:val="001261CC"/>
    <w:rsid w:val="001409FB"/>
    <w:rsid w:val="0014496D"/>
    <w:rsid w:val="00151694"/>
    <w:rsid w:val="00155274"/>
    <w:rsid w:val="001816C1"/>
    <w:rsid w:val="001874AF"/>
    <w:rsid w:val="00192563"/>
    <w:rsid w:val="001E3DFF"/>
    <w:rsid w:val="001E653E"/>
    <w:rsid w:val="002023AE"/>
    <w:rsid w:val="002025AD"/>
    <w:rsid w:val="002260D6"/>
    <w:rsid w:val="00237766"/>
    <w:rsid w:val="002C24F3"/>
    <w:rsid w:val="002C51C2"/>
    <w:rsid w:val="002D71BE"/>
    <w:rsid w:val="002E3FAD"/>
    <w:rsid w:val="002F7C7B"/>
    <w:rsid w:val="00301AA4"/>
    <w:rsid w:val="00301B5A"/>
    <w:rsid w:val="003054C6"/>
    <w:rsid w:val="003235CC"/>
    <w:rsid w:val="0032550C"/>
    <w:rsid w:val="003256A5"/>
    <w:rsid w:val="003C3A26"/>
    <w:rsid w:val="003D58B7"/>
    <w:rsid w:val="003E60CA"/>
    <w:rsid w:val="003F156C"/>
    <w:rsid w:val="00403616"/>
    <w:rsid w:val="004240EF"/>
    <w:rsid w:val="004273B0"/>
    <w:rsid w:val="00432271"/>
    <w:rsid w:val="00464C71"/>
    <w:rsid w:val="00472AC2"/>
    <w:rsid w:val="00472DB6"/>
    <w:rsid w:val="00480937"/>
    <w:rsid w:val="004927A3"/>
    <w:rsid w:val="004A32C6"/>
    <w:rsid w:val="004A7C34"/>
    <w:rsid w:val="004B591B"/>
    <w:rsid w:val="004B75F6"/>
    <w:rsid w:val="004D4D77"/>
    <w:rsid w:val="005024F8"/>
    <w:rsid w:val="00512A96"/>
    <w:rsid w:val="00540B87"/>
    <w:rsid w:val="0056295E"/>
    <w:rsid w:val="0057717B"/>
    <w:rsid w:val="00580012"/>
    <w:rsid w:val="005B1BD0"/>
    <w:rsid w:val="005B4253"/>
    <w:rsid w:val="005C4D3F"/>
    <w:rsid w:val="005C50F2"/>
    <w:rsid w:val="005D674B"/>
    <w:rsid w:val="005E0C63"/>
    <w:rsid w:val="005E5CD7"/>
    <w:rsid w:val="00600EB0"/>
    <w:rsid w:val="00603C5D"/>
    <w:rsid w:val="00615AF1"/>
    <w:rsid w:val="00615BD0"/>
    <w:rsid w:val="00616629"/>
    <w:rsid w:val="006250C5"/>
    <w:rsid w:val="00636408"/>
    <w:rsid w:val="00686A42"/>
    <w:rsid w:val="006A1FFB"/>
    <w:rsid w:val="006A2D5B"/>
    <w:rsid w:val="006F3AB4"/>
    <w:rsid w:val="0072049B"/>
    <w:rsid w:val="00731E19"/>
    <w:rsid w:val="00747EF8"/>
    <w:rsid w:val="007535B1"/>
    <w:rsid w:val="00771F71"/>
    <w:rsid w:val="007930CF"/>
    <w:rsid w:val="00793AC7"/>
    <w:rsid w:val="007957A5"/>
    <w:rsid w:val="007B5E9F"/>
    <w:rsid w:val="007E3EC5"/>
    <w:rsid w:val="007E482E"/>
    <w:rsid w:val="007F1C73"/>
    <w:rsid w:val="0081272B"/>
    <w:rsid w:val="0081788F"/>
    <w:rsid w:val="00824091"/>
    <w:rsid w:val="00832E60"/>
    <w:rsid w:val="00851245"/>
    <w:rsid w:val="00860A13"/>
    <w:rsid w:val="0086429D"/>
    <w:rsid w:val="008763AD"/>
    <w:rsid w:val="008764F1"/>
    <w:rsid w:val="00880DD3"/>
    <w:rsid w:val="0089137A"/>
    <w:rsid w:val="0089594F"/>
    <w:rsid w:val="008A03AF"/>
    <w:rsid w:val="008D72FE"/>
    <w:rsid w:val="008F1109"/>
    <w:rsid w:val="00925392"/>
    <w:rsid w:val="00943220"/>
    <w:rsid w:val="009436DF"/>
    <w:rsid w:val="00957A1F"/>
    <w:rsid w:val="00994E4A"/>
    <w:rsid w:val="009F59D4"/>
    <w:rsid w:val="00A173D7"/>
    <w:rsid w:val="00A205C5"/>
    <w:rsid w:val="00A42A97"/>
    <w:rsid w:val="00A507CD"/>
    <w:rsid w:val="00A653E5"/>
    <w:rsid w:val="00A91109"/>
    <w:rsid w:val="00AA0103"/>
    <w:rsid w:val="00AB210F"/>
    <w:rsid w:val="00AC1992"/>
    <w:rsid w:val="00AC562A"/>
    <w:rsid w:val="00AD3C36"/>
    <w:rsid w:val="00AE6DD1"/>
    <w:rsid w:val="00B002EE"/>
    <w:rsid w:val="00B14657"/>
    <w:rsid w:val="00B17285"/>
    <w:rsid w:val="00B20D04"/>
    <w:rsid w:val="00B35C14"/>
    <w:rsid w:val="00B53D3E"/>
    <w:rsid w:val="00B55F8A"/>
    <w:rsid w:val="00B61A79"/>
    <w:rsid w:val="00B62493"/>
    <w:rsid w:val="00B9637A"/>
    <w:rsid w:val="00BA21A8"/>
    <w:rsid w:val="00BA76DB"/>
    <w:rsid w:val="00BB4B21"/>
    <w:rsid w:val="00BB7CE7"/>
    <w:rsid w:val="00BD18F3"/>
    <w:rsid w:val="00BF0D4F"/>
    <w:rsid w:val="00C06ACB"/>
    <w:rsid w:val="00C12E85"/>
    <w:rsid w:val="00C50F77"/>
    <w:rsid w:val="00C759A5"/>
    <w:rsid w:val="00C817BE"/>
    <w:rsid w:val="00CB4527"/>
    <w:rsid w:val="00CB53BC"/>
    <w:rsid w:val="00D16FDA"/>
    <w:rsid w:val="00D262A5"/>
    <w:rsid w:val="00D52237"/>
    <w:rsid w:val="00D72202"/>
    <w:rsid w:val="00D8091E"/>
    <w:rsid w:val="00D91A90"/>
    <w:rsid w:val="00D959C2"/>
    <w:rsid w:val="00DA39F8"/>
    <w:rsid w:val="00DB491D"/>
    <w:rsid w:val="00DC706F"/>
    <w:rsid w:val="00DD09D2"/>
    <w:rsid w:val="00DF732B"/>
    <w:rsid w:val="00E02D44"/>
    <w:rsid w:val="00E22A75"/>
    <w:rsid w:val="00E42145"/>
    <w:rsid w:val="00E54494"/>
    <w:rsid w:val="00E67417"/>
    <w:rsid w:val="00E73196"/>
    <w:rsid w:val="00EC257A"/>
    <w:rsid w:val="00ED5DAA"/>
    <w:rsid w:val="00EE3829"/>
    <w:rsid w:val="00EE533F"/>
    <w:rsid w:val="00EF2D3C"/>
    <w:rsid w:val="00EF3E18"/>
    <w:rsid w:val="00F17625"/>
    <w:rsid w:val="00F21E4B"/>
    <w:rsid w:val="00F245F3"/>
    <w:rsid w:val="00F31C7F"/>
    <w:rsid w:val="00F54DC3"/>
    <w:rsid w:val="00F818CA"/>
    <w:rsid w:val="00F85C7D"/>
    <w:rsid w:val="00F955B8"/>
    <w:rsid w:val="00FA1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703D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6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51245"/>
    <w:rPr>
      <w:rFonts w:asciiTheme="majorHAnsi" w:hAnsiTheme="majorHAnsi"/>
    </w:rPr>
  </w:style>
  <w:style w:type="paragraph" w:styleId="Heading1">
    <w:name w:val="heading 1"/>
    <w:basedOn w:val="Normal"/>
    <w:next w:val="Normal"/>
    <w:qFormat/>
    <w:rsid w:val="00851245"/>
    <w:pPr>
      <w:spacing w:before="160" w:after="120"/>
      <w:jc w:val="center"/>
      <w:outlineLvl w:val="0"/>
    </w:pPr>
    <w:rPr>
      <w:rFonts w:eastAsia="MS Mincho" w:cs="Arial"/>
      <w:b/>
      <w:bCs/>
      <w:smallCaps/>
      <w:spacing w:val="24"/>
      <w:sz w:val="26"/>
      <w:szCs w:val="20"/>
    </w:rPr>
  </w:style>
  <w:style w:type="paragraph" w:styleId="Heading2">
    <w:name w:val="heading 2"/>
    <w:basedOn w:val="Normal"/>
    <w:next w:val="Normal"/>
    <w:qFormat/>
    <w:rsid w:val="00851245"/>
    <w:pPr>
      <w:autoSpaceDE w:val="0"/>
      <w:autoSpaceDN w:val="0"/>
      <w:adjustRightInd w:val="0"/>
      <w:outlineLvl w:val="1"/>
    </w:pPr>
    <w:rPr>
      <w:rFonts w:asciiTheme="minorHAnsi" w:hAnsiTheme="minorHAnsi"/>
      <w:b/>
      <w:sz w:val="21"/>
    </w:rPr>
  </w:style>
  <w:style w:type="paragraph" w:styleId="Heading3">
    <w:name w:val="heading 3"/>
    <w:basedOn w:val="Normal"/>
    <w:next w:val="Normal"/>
    <w:qFormat/>
    <w:rsid w:val="00851245"/>
    <w:pPr>
      <w:autoSpaceDE w:val="0"/>
      <w:autoSpaceDN w:val="0"/>
      <w:adjustRightInd w:val="0"/>
      <w:spacing w:after="120"/>
      <w:ind w:left="312"/>
      <w:jc w:val="both"/>
      <w:outlineLvl w:val="2"/>
    </w:pPr>
    <w:rPr>
      <w:rFonts w:asciiTheme="minorHAnsi" w:hAnsiTheme="minorHAnsi"/>
      <w:b/>
      <w:bCs/>
      <w:i/>
      <w:iCs/>
      <w:sz w:val="19"/>
      <w:szCs w:val="19"/>
    </w:rPr>
  </w:style>
  <w:style w:type="paragraph" w:styleId="Heading4">
    <w:name w:val="heading 4"/>
    <w:basedOn w:val="Normal"/>
    <w:next w:val="Normal"/>
    <w:link w:val="Heading4Char"/>
    <w:qFormat/>
    <w:rsid w:val="00851245"/>
    <w:pPr>
      <w:autoSpaceDE w:val="0"/>
      <w:autoSpaceDN w:val="0"/>
      <w:adjustRightInd w:val="0"/>
      <w:spacing w:before="200" w:after="60"/>
      <w:jc w:val="both"/>
      <w:outlineLvl w:val="3"/>
    </w:pPr>
    <w:rPr>
      <w:rFonts w:asciiTheme="minorHAnsi" w:hAnsiTheme="minorHAnsi"/>
      <w:b/>
      <w:sz w:val="19"/>
      <w:szCs w:val="19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BB4B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B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D67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851245"/>
    <w:pPr>
      <w:tabs>
        <w:tab w:val="center" w:pos="4680"/>
        <w:tab w:val="right" w:pos="9360"/>
      </w:tabs>
    </w:pPr>
    <w:rPr>
      <w:rFonts w:asciiTheme="minorHAnsi" w:hAnsiTheme="minorHAnsi"/>
    </w:rPr>
  </w:style>
  <w:style w:type="character" w:customStyle="1" w:styleId="HeaderChar">
    <w:name w:val="Header Char"/>
    <w:basedOn w:val="DefaultParagraphFont"/>
    <w:link w:val="Header"/>
    <w:rsid w:val="00851245"/>
    <w:rPr>
      <w:rFonts w:asciiTheme="minorHAnsi" w:hAnsiTheme="minorHAnsi"/>
      <w:sz w:val="24"/>
      <w:szCs w:val="24"/>
    </w:rPr>
  </w:style>
  <w:style w:type="paragraph" w:styleId="Footer">
    <w:name w:val="footer"/>
    <w:basedOn w:val="Normal"/>
    <w:link w:val="FooterChar"/>
    <w:rsid w:val="00851245"/>
    <w:pPr>
      <w:tabs>
        <w:tab w:val="center" w:pos="4680"/>
        <w:tab w:val="right" w:pos="9360"/>
      </w:tabs>
    </w:pPr>
    <w:rPr>
      <w:rFonts w:asciiTheme="minorHAnsi" w:hAnsiTheme="minorHAnsi"/>
    </w:rPr>
  </w:style>
  <w:style w:type="character" w:customStyle="1" w:styleId="FooterChar">
    <w:name w:val="Footer Char"/>
    <w:basedOn w:val="DefaultParagraphFont"/>
    <w:link w:val="Footer"/>
    <w:rsid w:val="00851245"/>
    <w:rPr>
      <w:rFonts w:asciiTheme="minorHAnsi" w:hAnsiTheme="minorHAnsi"/>
      <w:sz w:val="24"/>
      <w:szCs w:val="24"/>
    </w:rPr>
  </w:style>
  <w:style w:type="paragraph" w:customStyle="1" w:styleId="Name">
    <w:name w:val="Name"/>
    <w:basedOn w:val="Heading1"/>
    <w:rsid w:val="00851245"/>
    <w:pPr>
      <w:spacing w:after="100"/>
    </w:pPr>
    <w:rPr>
      <w:sz w:val="40"/>
    </w:rPr>
  </w:style>
  <w:style w:type="paragraph" w:customStyle="1" w:styleId="Name-Header">
    <w:name w:val="Name - Header"/>
    <w:basedOn w:val="Name"/>
    <w:rsid w:val="005D674B"/>
    <w:pPr>
      <w:spacing w:after="0"/>
      <w:jc w:val="left"/>
    </w:pPr>
    <w:rPr>
      <w:sz w:val="22"/>
      <w:szCs w:val="22"/>
    </w:rPr>
  </w:style>
  <w:style w:type="character" w:styleId="PageNumber">
    <w:name w:val="page number"/>
    <w:rsid w:val="00851245"/>
    <w:rPr>
      <w:rFonts w:asciiTheme="minorHAnsi" w:hAnsiTheme="minorHAnsi"/>
      <w:b/>
      <w:sz w:val="19"/>
      <w:szCs w:val="19"/>
    </w:rPr>
  </w:style>
  <w:style w:type="paragraph" w:customStyle="1" w:styleId="ContactInfo">
    <w:name w:val="Contact Info"/>
    <w:basedOn w:val="Normal"/>
    <w:link w:val="ContactInfoChar"/>
    <w:rsid w:val="00851245"/>
    <w:pPr>
      <w:pBdr>
        <w:top w:val="single" w:sz="4" w:space="4" w:color="auto"/>
      </w:pBdr>
      <w:autoSpaceDE w:val="0"/>
      <w:autoSpaceDN w:val="0"/>
      <w:adjustRightInd w:val="0"/>
      <w:spacing w:after="40"/>
      <w:jc w:val="center"/>
    </w:pPr>
    <w:rPr>
      <w:rFonts w:asciiTheme="minorHAnsi" w:hAnsiTheme="minorHAnsi"/>
      <w:sz w:val="19"/>
      <w:szCs w:val="19"/>
    </w:rPr>
  </w:style>
  <w:style w:type="character" w:customStyle="1" w:styleId="ContactInfoChar">
    <w:name w:val="Contact Info Char"/>
    <w:basedOn w:val="DefaultParagraphFont"/>
    <w:link w:val="ContactInfo"/>
    <w:rsid w:val="00851245"/>
    <w:rPr>
      <w:rFonts w:asciiTheme="minorHAnsi" w:hAnsiTheme="minorHAnsi"/>
      <w:sz w:val="19"/>
      <w:szCs w:val="19"/>
    </w:rPr>
  </w:style>
  <w:style w:type="paragraph" w:customStyle="1" w:styleId="CategoryHeading">
    <w:name w:val="Category Heading"/>
    <w:basedOn w:val="Normal"/>
    <w:rsid w:val="00851245"/>
    <w:pPr>
      <w:keepNext/>
      <w:pBdr>
        <w:top w:val="single" w:sz="4" w:space="1" w:color="auto"/>
        <w:bottom w:val="single" w:sz="12" w:space="1" w:color="auto"/>
      </w:pBdr>
      <w:spacing w:before="200" w:after="200"/>
      <w:jc w:val="center"/>
    </w:pPr>
    <w:rPr>
      <w:b/>
      <w:bCs/>
      <w:smallCaps/>
      <w:szCs w:val="20"/>
    </w:rPr>
  </w:style>
  <w:style w:type="paragraph" w:customStyle="1" w:styleId="SkillsList">
    <w:name w:val="Skills List"/>
    <w:basedOn w:val="Normal"/>
    <w:rsid w:val="00851245"/>
    <w:pPr>
      <w:tabs>
        <w:tab w:val="num" w:pos="360"/>
      </w:tabs>
      <w:autoSpaceDE w:val="0"/>
      <w:autoSpaceDN w:val="0"/>
      <w:adjustRightInd w:val="0"/>
      <w:spacing w:before="20" w:after="20"/>
      <w:ind w:left="360" w:hanging="360"/>
    </w:pPr>
    <w:rPr>
      <w:rFonts w:asciiTheme="minorHAnsi" w:hAnsiTheme="minorHAnsi"/>
      <w:i/>
      <w:sz w:val="19"/>
      <w:szCs w:val="19"/>
    </w:rPr>
  </w:style>
  <w:style w:type="paragraph" w:customStyle="1" w:styleId="Jobdescription">
    <w:name w:val="Job description"/>
    <w:basedOn w:val="Normal"/>
    <w:rsid w:val="005D674B"/>
    <w:pPr>
      <w:spacing w:after="120"/>
      <w:ind w:left="312"/>
      <w:jc w:val="both"/>
    </w:pPr>
    <w:rPr>
      <w:sz w:val="19"/>
      <w:szCs w:val="20"/>
    </w:rPr>
  </w:style>
  <w:style w:type="paragraph" w:customStyle="1" w:styleId="BulletedList">
    <w:name w:val="Bulleted List"/>
    <w:basedOn w:val="Normal"/>
    <w:rsid w:val="00851245"/>
    <w:pPr>
      <w:numPr>
        <w:numId w:val="24"/>
      </w:numPr>
      <w:autoSpaceDE w:val="0"/>
      <w:autoSpaceDN w:val="0"/>
      <w:adjustRightInd w:val="0"/>
      <w:spacing w:after="60"/>
      <w:jc w:val="both"/>
    </w:pPr>
    <w:rPr>
      <w:sz w:val="19"/>
      <w:szCs w:val="19"/>
    </w:rPr>
  </w:style>
  <w:style w:type="paragraph" w:customStyle="1" w:styleId="BulletedList-Indent">
    <w:name w:val="Bulleted List - Indent"/>
    <w:basedOn w:val="BulletedList"/>
    <w:rsid w:val="005D674B"/>
  </w:style>
  <w:style w:type="character" w:customStyle="1" w:styleId="Employer">
    <w:name w:val="Employer"/>
    <w:basedOn w:val="DefaultParagraphFont"/>
    <w:rsid w:val="005D674B"/>
    <w:rPr>
      <w:bCs/>
      <w:caps/>
      <w:sz w:val="21"/>
    </w:rPr>
  </w:style>
  <w:style w:type="character" w:customStyle="1" w:styleId="Heading4Char">
    <w:name w:val="Heading 4 Char"/>
    <w:basedOn w:val="DefaultParagraphFont"/>
    <w:link w:val="Heading4"/>
    <w:rsid w:val="00851245"/>
    <w:rPr>
      <w:rFonts w:asciiTheme="minorHAnsi" w:hAnsiTheme="minorHAnsi"/>
      <w:b/>
      <w:sz w:val="19"/>
      <w:szCs w:val="19"/>
      <w:u w:val="single"/>
    </w:rPr>
  </w:style>
  <w:style w:type="paragraph" w:customStyle="1" w:styleId="Horizontalline">
    <w:name w:val="Horizontal line"/>
    <w:basedOn w:val="Normal"/>
    <w:rsid w:val="005D674B"/>
    <w:pPr>
      <w:pBdr>
        <w:bottom w:val="thinThickSmallGap" w:sz="24" w:space="0" w:color="auto"/>
      </w:pBdr>
    </w:pPr>
    <w:rPr>
      <w:sz w:val="2"/>
      <w:szCs w:val="20"/>
    </w:rPr>
  </w:style>
  <w:style w:type="paragraph" w:customStyle="1" w:styleId="Job">
    <w:name w:val="Job"/>
    <w:basedOn w:val="Normal"/>
    <w:link w:val="JobChar"/>
    <w:rsid w:val="00851245"/>
    <w:pPr>
      <w:autoSpaceDE w:val="0"/>
      <w:autoSpaceDN w:val="0"/>
      <w:adjustRightInd w:val="0"/>
      <w:spacing w:before="120" w:after="120"/>
    </w:pPr>
    <w:rPr>
      <w:sz w:val="19"/>
      <w:szCs w:val="19"/>
    </w:rPr>
  </w:style>
  <w:style w:type="character" w:customStyle="1" w:styleId="JobChar">
    <w:name w:val="Job Char"/>
    <w:basedOn w:val="DefaultParagraphFont"/>
    <w:link w:val="Job"/>
    <w:rsid w:val="00851245"/>
    <w:rPr>
      <w:rFonts w:asciiTheme="minorHAnsi" w:hAnsiTheme="minorHAnsi"/>
      <w:sz w:val="19"/>
      <w:szCs w:val="19"/>
    </w:rPr>
  </w:style>
  <w:style w:type="character" w:customStyle="1" w:styleId="JobTitle">
    <w:name w:val="Job Title"/>
    <w:basedOn w:val="DefaultParagraphFont"/>
    <w:rsid w:val="005D674B"/>
    <w:rPr>
      <w:b/>
      <w:bCs/>
      <w:sz w:val="19"/>
      <w:u w:val="single"/>
    </w:rPr>
  </w:style>
  <w:style w:type="paragraph" w:customStyle="1" w:styleId="EmployerDescription">
    <w:name w:val="Employer Description"/>
    <w:basedOn w:val="Normal"/>
    <w:rsid w:val="00851245"/>
    <w:pPr>
      <w:spacing w:before="20"/>
    </w:pPr>
    <w:rPr>
      <w:i/>
      <w:iCs/>
      <w:sz w:val="19"/>
      <w:szCs w:val="20"/>
    </w:rPr>
  </w:style>
  <w:style w:type="paragraph" w:customStyle="1" w:styleId="CollegeDegree">
    <w:name w:val="College Degree"/>
    <w:basedOn w:val="Normal"/>
    <w:rsid w:val="005D674B"/>
    <w:pPr>
      <w:autoSpaceDE w:val="0"/>
      <w:autoSpaceDN w:val="0"/>
      <w:adjustRightInd w:val="0"/>
      <w:spacing w:before="20" w:after="60"/>
      <w:jc w:val="both"/>
    </w:pPr>
  </w:style>
  <w:style w:type="character" w:customStyle="1" w:styleId="PhoneNumber">
    <w:name w:val="Phone Number"/>
    <w:basedOn w:val="ContactInfoChar"/>
    <w:rsid w:val="00851245"/>
    <w:rPr>
      <w:rFonts w:asciiTheme="minorHAnsi" w:hAnsiTheme="minorHAnsi"/>
      <w:sz w:val="19"/>
      <w:szCs w:val="19"/>
    </w:rPr>
  </w:style>
  <w:style w:type="paragraph" w:customStyle="1" w:styleId="SubmitResume">
    <w:name w:val="Submit Resume"/>
    <w:basedOn w:val="Normal"/>
    <w:rsid w:val="005D674B"/>
    <w:pPr>
      <w:spacing w:before="200"/>
    </w:pPr>
    <w:rPr>
      <w:rFonts w:cs="MS Shell Dlg"/>
      <w:i/>
      <w:color w:val="333399"/>
      <w:sz w:val="18"/>
      <w:szCs w:val="15"/>
    </w:rPr>
  </w:style>
  <w:style w:type="paragraph" w:customStyle="1" w:styleId="text3">
    <w:name w:val="text3"/>
    <w:basedOn w:val="Normal"/>
    <w:uiPriority w:val="99"/>
    <w:semiHidden/>
    <w:rsid w:val="002C24F3"/>
    <w:pPr>
      <w:spacing w:before="100" w:beforeAutospacing="1" w:after="100" w:afterAutospacing="1"/>
    </w:pPr>
    <w:rPr>
      <w:rFonts w:ascii="Times New Roman" w:eastAsia="Calibri" w:hAnsi="Times New Roman"/>
      <w:color w:val="000000"/>
      <w:sz w:val="29"/>
      <w:szCs w:val="29"/>
    </w:rPr>
  </w:style>
  <w:style w:type="character" w:styleId="Hyperlink">
    <w:name w:val="Hyperlink"/>
    <w:basedOn w:val="DefaultParagraphFont"/>
    <w:rsid w:val="004B591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1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66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65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4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759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2" w:color="B9B9B9"/>
                        <w:bottom w:val="none" w:sz="0" w:space="0" w:color="auto"/>
                        <w:right w:val="single" w:sz="6" w:space="12" w:color="B9B9B9"/>
                      </w:divBdr>
                    </w:div>
                  </w:divsChild>
                </w:div>
              </w:divsChild>
            </w:div>
          </w:divsChild>
        </w:div>
      </w:divsChild>
    </w:div>
    <w:div w:id="71049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5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b57784\Application%20Data\Microsoft\Templates\MN_HRGeneralistResum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Resume">
      <a:majorFont>
        <a:latin typeface="Bookman Old Style"/>
        <a:ea typeface=""/>
        <a:cs typeface=""/>
      </a:majorFont>
      <a:minorFont>
        <a:latin typeface="Bookman Old Style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81ABDCED3787428B1A1D3DA6C7D2D2" ma:contentTypeVersion="7" ma:contentTypeDescription="Create a new document." ma:contentTypeScope="" ma:versionID="2c5b91c5b05ef51978eb8301e5480ea9">
  <xsd:schema xmlns:xsd="http://www.w3.org/2001/XMLSchema" xmlns:xs="http://www.w3.org/2001/XMLSchema" xmlns:p="http://schemas.microsoft.com/office/2006/metadata/properties" xmlns:ns3="faf5b0e1-49a3-45f4-b637-8a19f15e5669" xmlns:ns4="e87c3cd1-034c-4006-ad6f-aa8ffe2f50d8" targetNamespace="http://schemas.microsoft.com/office/2006/metadata/properties" ma:root="true" ma:fieldsID="c189edfef426e6001d89e31e8e1d7365" ns3:_="" ns4:_="">
    <xsd:import namespace="faf5b0e1-49a3-45f4-b637-8a19f15e5669"/>
    <xsd:import namespace="e87c3cd1-034c-4006-ad6f-aa8ffe2f50d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f5b0e1-49a3-45f4-b637-8a19f15e56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7c3cd1-034c-4006-ad6f-aa8ffe2f50d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FF09B32-9A55-4667-87FA-E4FB19831A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BD76A6-0EED-4629-9D37-6A903B09EAB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96536B1-FE9C-4651-B90B-E76CA36DF6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f5b0e1-49a3-45f4-b637-8a19f15e5669"/>
    <ds:schemaRef ds:uri="e87c3cd1-034c-4006-ad6f-aa8ffe2f50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MN_HRGeneralistResume</Template>
  <TotalTime>0</TotalTime>
  <Pages>3</Pages>
  <Words>1002</Words>
  <Characters>5715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6704</CharactersWithSpaces>
  <SharedDoc>false</SharedDoc>
  <HyperlinkBase/>
  <HLinks>
    <vt:vector size="12" baseType="variant">
      <vt:variant>
        <vt:i4>6881366</vt:i4>
      </vt:variant>
      <vt:variant>
        <vt:i4>0</vt:i4>
      </vt:variant>
      <vt:variant>
        <vt:i4>0</vt:i4>
      </vt:variant>
      <vt:variant>
        <vt:i4>5</vt:i4>
      </vt:variant>
      <vt:variant>
        <vt:lpwstr>mailto:someone@example.com</vt:lpwstr>
      </vt:variant>
      <vt:variant>
        <vt:lpwstr>
        </vt:lpwstr>
      </vt:variant>
      <vt:variant>
        <vt:i4>5439552</vt:i4>
      </vt:variant>
      <vt:variant>
        <vt:i4>3</vt:i4>
      </vt:variant>
      <vt:variant>
        <vt:i4>0</vt:i4>
      </vt:variant>
      <vt:variant>
        <vt:i4>5</vt:i4>
      </vt:variant>
      <vt:variant>
        <vt:lpwstr>http://clk.atdmt.com/MON/go/140269936/direct/01/</vt:lpwstr>
      </vt:variant>
      <vt:variant>
        <vt:lpwstr>
        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2009-08-18T20:02:00Z</cp:lastPrinted>
  <dcterms:created xsi:type="dcterms:W3CDTF">2023-04-21T18:32:00Z</dcterms:created>
  <dcterms:modified xsi:type="dcterms:W3CDTF">2023-04-24T17:07:00Z</dcterms:modified>
  <cp:category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TC103622219990</vt:lpwstr>
  </property>
  <property fmtid="{D5CDD505-2E9C-101B-9397-08002B2CF9AE}" pid="3" name="MSIP_Label_2a49eed4-eab1-474c-b8d4-c6df2e25b1c3_Enabled">
    <vt:lpwstr>true</vt:lpwstr>
  </property>
  <property fmtid="{D5CDD505-2E9C-101B-9397-08002B2CF9AE}" pid="4" name="MSIP_Label_2a49eed4-eab1-474c-b8d4-c6df2e25b1c3_SetDate">
    <vt:lpwstr>2022-02-22T17:35:21Z</vt:lpwstr>
  </property>
  <property fmtid="{D5CDD505-2E9C-101B-9397-08002B2CF9AE}" pid="5" name="MSIP_Label_2a49eed4-eab1-474c-b8d4-c6df2e25b1c3_Method">
    <vt:lpwstr>Standard</vt:lpwstr>
  </property>
  <property fmtid="{D5CDD505-2E9C-101B-9397-08002B2CF9AE}" pid="6" name="MSIP_Label_2a49eed4-eab1-474c-b8d4-c6df2e25b1c3_Name">
    <vt:lpwstr>Private</vt:lpwstr>
  </property>
  <property fmtid="{D5CDD505-2E9C-101B-9397-08002B2CF9AE}" pid="7" name="MSIP_Label_2a49eed4-eab1-474c-b8d4-c6df2e25b1c3_SiteId">
    <vt:lpwstr>3783f793-19c8-4928-99c4-8d1861e6cc1f</vt:lpwstr>
  </property>
  <property fmtid="{D5CDD505-2E9C-101B-9397-08002B2CF9AE}" pid="8" name="MSIP_Label_2a49eed4-eab1-474c-b8d4-c6df2e25b1c3_ActionId">
    <vt:lpwstr>dc36bd57-7ba8-485e-8710-0000505ff51e</vt:lpwstr>
  </property>
  <property fmtid="{D5CDD505-2E9C-101B-9397-08002B2CF9AE}" pid="9" name="MSIP_Label_2a49eed4-eab1-474c-b8d4-c6df2e25b1c3_ContentBits">
    <vt:lpwstr>0</vt:lpwstr>
  </property>
  <property fmtid="{D5CDD505-2E9C-101B-9397-08002B2CF9AE}" pid="10" name="ContentTypeId">
    <vt:lpwstr>0x010100EF81ABDCED3787428B1A1D3DA6C7D2D2</vt:lpwstr>
  </property>
</Properties>
</file>